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B80" w:rsidRPr="009955AA" w:rsidRDefault="00032B80" w:rsidP="0099310B">
      <w:pPr>
        <w:rPr>
          <w:rFonts w:cs="Arial"/>
          <w:sz w:val="20"/>
        </w:rPr>
      </w:pPr>
    </w:p>
    <w:p w:rsidR="00032B80" w:rsidRPr="009955AA" w:rsidRDefault="00032B80" w:rsidP="0099310B">
      <w:pPr>
        <w:rPr>
          <w:rFonts w:cs="Arial"/>
          <w:sz w:val="20"/>
        </w:rPr>
      </w:pPr>
    </w:p>
    <w:p w:rsidR="00032B80" w:rsidRDefault="00032B80" w:rsidP="0099310B">
      <w:pPr>
        <w:rPr>
          <w:rFonts w:cs="Arial"/>
          <w:sz w:val="20"/>
        </w:rPr>
      </w:pPr>
    </w:p>
    <w:p w:rsidR="00D351AE" w:rsidRDefault="00D351AE" w:rsidP="0099310B">
      <w:pPr>
        <w:rPr>
          <w:rFonts w:cs="Arial"/>
          <w:sz w:val="20"/>
        </w:rPr>
      </w:pPr>
    </w:p>
    <w:p w:rsidR="00D351AE" w:rsidRPr="009955AA" w:rsidRDefault="00D351AE" w:rsidP="0099310B">
      <w:pPr>
        <w:rPr>
          <w:rFonts w:cs="Arial"/>
          <w:sz w:val="20"/>
        </w:rPr>
      </w:pPr>
    </w:p>
    <w:p w:rsidR="00032B80" w:rsidRPr="009955AA" w:rsidRDefault="0024374B" w:rsidP="0099310B">
      <w:pPr>
        <w:rPr>
          <w:rFonts w:cs="Arial"/>
          <w:sz w:val="20"/>
        </w:rPr>
      </w:pPr>
      <w:r w:rsidRPr="009955AA">
        <w:rPr>
          <w:rFonts w:cs="Arial"/>
          <w:noProof/>
          <w:sz w:val="20"/>
        </w:rPr>
        <mc:AlternateContent>
          <mc:Choice Requires="wps">
            <w:drawing>
              <wp:anchor distT="0" distB="0" distL="114300" distR="114300" simplePos="0" relativeHeight="251659264" behindDoc="0" locked="0" layoutInCell="1" allowOverlap="1" wp14:anchorId="1C9B7538" wp14:editId="1C9B7539">
                <wp:simplePos x="0" y="0"/>
                <wp:positionH relativeFrom="column">
                  <wp:posOffset>3940810</wp:posOffset>
                </wp:positionH>
                <wp:positionV relativeFrom="paragraph">
                  <wp:posOffset>113030</wp:posOffset>
                </wp:positionV>
                <wp:extent cx="2481580" cy="127635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2481580" cy="1276350"/>
                        </a:xfrm>
                        <a:prstGeom prst="rect">
                          <a:avLst/>
                        </a:prstGeom>
                        <a:noFill/>
                        <a:ln w="6350">
                          <a:noFill/>
                        </a:ln>
                      </wps:spPr>
                      <wps:txbx>
                        <w:txbxContent>
                          <w:p w:rsidR="00676C9E" w:rsidRPr="00BA16AE" w:rsidRDefault="00676C9E" w:rsidP="002F3146">
                            <w:pPr>
                              <w:pStyle w:val="Paragraphestandard"/>
                              <w:ind w:right="-14"/>
                              <w:jc w:val="right"/>
                              <w:rPr>
                                <w:rFonts w:ascii="Arial" w:hAnsi="Arial" w:cs="Arial"/>
                                <w:sz w:val="16"/>
                              </w:rPr>
                            </w:pPr>
                          </w:p>
                          <w:p w:rsidR="00676C9E" w:rsidRPr="00BA16AE" w:rsidRDefault="00676C9E" w:rsidP="002F3146">
                            <w:pPr>
                              <w:pStyle w:val="Paragraphestandard"/>
                              <w:ind w:right="-14"/>
                              <w:jc w:val="right"/>
                              <w:rPr>
                                <w:rFonts w:ascii="Arial" w:hAnsi="Arial" w:cs="Arial"/>
                                <w:sz w:val="16"/>
                              </w:rPr>
                            </w:pPr>
                          </w:p>
                          <w:p w:rsidR="003B04E8" w:rsidRPr="00BA16AE" w:rsidRDefault="007F6188" w:rsidP="00D6241B">
                            <w:pPr>
                              <w:pStyle w:val="Paragraphestandard"/>
                              <w:ind w:right="-14"/>
                              <w:jc w:val="center"/>
                              <w:rPr>
                                <w:rFonts w:ascii="Arial" w:hAnsi="Arial" w:cs="Arial"/>
                                <w:sz w:val="16"/>
                              </w:rPr>
                            </w:pPr>
                            <w:r>
                              <w:rPr>
                                <w:rFonts w:ascii="Arial" w:hAnsi="Arial" w:cs="Arial"/>
                                <w:sz w:val="16"/>
                              </w:rPr>
                              <w:t xml:space="preserve">      </w:t>
                            </w:r>
                            <w:r w:rsidR="000B5F16">
                              <w:rPr>
                                <w:rFonts w:ascii="Arial" w:hAnsi="Arial" w:cs="Arial"/>
                                <w:sz w:val="16"/>
                              </w:rPr>
                              <w:t xml:space="preserve">                          </w:t>
                            </w:r>
                            <w:r w:rsidR="00E775C2">
                              <w:rPr>
                                <w:rFonts w:ascii="Arial" w:hAnsi="Arial" w:cs="Arial"/>
                                <w:sz w:val="16"/>
                              </w:rPr>
                              <w:t>Angers</w:t>
                            </w:r>
                            <w:r w:rsidR="00D815FF">
                              <w:rPr>
                                <w:rFonts w:ascii="Arial" w:hAnsi="Arial" w:cs="Arial"/>
                                <w:sz w:val="16"/>
                              </w:rPr>
                              <w:t xml:space="preserve">, le </w:t>
                            </w:r>
                            <w:r w:rsidR="00446490">
                              <w:rPr>
                                <w:rFonts w:ascii="Arial" w:hAnsi="Arial" w:cs="Arial"/>
                                <w:sz w:val="16"/>
                              </w:rPr>
                              <w:t>06 octobre</w:t>
                            </w:r>
                            <w:r w:rsidR="00004713">
                              <w:rPr>
                                <w:rFonts w:ascii="Arial" w:hAnsi="Arial" w:cs="Arial"/>
                                <w:sz w:val="16"/>
                              </w:rPr>
                              <w:t xml:space="preserve"> 2025</w:t>
                            </w:r>
                            <w:r w:rsidR="00664900" w:rsidRPr="00AF5EB4">
                              <w:rPr>
                                <w:rFonts w:ascii="Arial" w:hAnsi="Arial" w:cs="Arial"/>
                                <w:color w:val="FF0000"/>
                                <w:sz w:val="16"/>
                              </w:rPr>
                              <w:t xml:space="preserve">               </w:t>
                            </w:r>
                          </w:p>
                          <w:p w:rsidR="000659B9" w:rsidRPr="00B11B27" w:rsidRDefault="000659B9" w:rsidP="000659B9">
                            <w:pPr>
                              <w:pStyle w:val="Paragraphestandard"/>
                              <w:spacing w:before="113"/>
                              <w:ind w:right="-11"/>
                              <w:jc w:val="right"/>
                              <w:rPr>
                                <w:rFonts w:ascii="Arial" w:hAnsi="Arial" w:cs="Arial"/>
                                <w:color w:val="1D1D1B"/>
                                <w:sz w:val="16"/>
                                <w:lang w:val="en-US"/>
                              </w:rPr>
                            </w:pPr>
                            <w:r w:rsidRPr="00B11B27">
                              <w:rPr>
                                <w:rFonts w:ascii="Arial" w:hAnsi="Arial" w:cs="Arial"/>
                                <w:color w:val="1D1D1B"/>
                                <w:sz w:val="16"/>
                                <w:lang w:val="en-US"/>
                              </w:rPr>
                              <w:t xml:space="preserve">N°                </w:t>
                            </w:r>
                            <w:r w:rsidR="000B15AB" w:rsidRPr="00B11B27">
                              <w:rPr>
                                <w:rFonts w:ascii="Arial" w:hAnsi="Arial" w:cs="Arial"/>
                                <w:color w:val="1D1D1B"/>
                                <w:sz w:val="16"/>
                                <w:lang w:val="en-US"/>
                              </w:rPr>
                              <w:t xml:space="preserve">        </w:t>
                            </w:r>
                            <w:r w:rsidR="00301BA1" w:rsidRPr="00B11B27">
                              <w:rPr>
                                <w:rFonts w:ascii="Arial" w:hAnsi="Arial" w:cs="Arial"/>
                                <w:color w:val="1D1D1B"/>
                                <w:sz w:val="16"/>
                                <w:lang w:val="en-US"/>
                              </w:rPr>
                              <w:t xml:space="preserve">    </w:t>
                            </w:r>
                            <w:r w:rsidR="000B15AB" w:rsidRPr="00B11B27">
                              <w:rPr>
                                <w:rFonts w:ascii="Arial" w:hAnsi="Arial" w:cs="Arial"/>
                                <w:color w:val="1D1D1B"/>
                                <w:sz w:val="16"/>
                                <w:lang w:val="en-US"/>
                              </w:rPr>
                              <w:t xml:space="preserve"> </w:t>
                            </w:r>
                            <w:r w:rsidRPr="00B11B27">
                              <w:rPr>
                                <w:rFonts w:ascii="Arial" w:hAnsi="Arial" w:cs="Arial"/>
                                <w:color w:val="1D1D1B"/>
                                <w:sz w:val="16"/>
                                <w:lang w:val="en-US"/>
                              </w:rPr>
                              <w:t xml:space="preserve"> </w:t>
                            </w:r>
                            <w:r w:rsidR="00E775C2" w:rsidRPr="00B11B27">
                              <w:rPr>
                                <w:rFonts w:ascii="Arial" w:hAnsi="Arial" w:cs="Arial"/>
                                <w:color w:val="1D1D1B"/>
                                <w:sz w:val="16"/>
                                <w:lang w:val="en-US"/>
                              </w:rPr>
                              <w:t>/</w:t>
                            </w:r>
                            <w:r w:rsidR="00004713">
                              <w:rPr>
                                <w:rFonts w:ascii="Arial" w:hAnsi="Arial" w:cs="Arial"/>
                                <w:color w:val="1D1D1B"/>
                                <w:sz w:val="16"/>
                                <w:lang w:val="en-US"/>
                              </w:rPr>
                              <w:t xml:space="preserve">SID NO/BCO </w:t>
                            </w:r>
                            <w:r w:rsidR="00E775C2" w:rsidRPr="00B11B27">
                              <w:rPr>
                                <w:rFonts w:ascii="Arial" w:hAnsi="Arial" w:cs="Arial"/>
                                <w:color w:val="1D1D1B"/>
                                <w:sz w:val="16"/>
                                <w:lang w:val="en-US"/>
                              </w:rPr>
                              <w:t>AGS</w:t>
                            </w:r>
                          </w:p>
                          <w:p w:rsidR="000659B9" w:rsidRPr="00B11B27" w:rsidRDefault="000659B9" w:rsidP="000659B9">
                            <w:pPr>
                              <w:pStyle w:val="Paragraphestandard"/>
                              <w:spacing w:before="113"/>
                              <w:ind w:right="-11"/>
                              <w:jc w:val="right"/>
                              <w:rPr>
                                <w:rFonts w:ascii="Arial" w:hAnsi="Arial" w:cs="Arial"/>
                                <w:sz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9B7538" id="_x0000_t202" coordsize="21600,21600" o:spt="202" path="m,l,21600r21600,l21600,xe">
                <v:stroke joinstyle="miter"/>
                <v:path gradientshapeok="t" o:connecttype="rect"/>
              </v:shapetype>
              <v:shape id="Zone de texte 17" o:spid="_x0000_s1026" type="#_x0000_t202" style="position:absolute;margin-left:310.3pt;margin-top:8.9pt;width:195.4pt;height:1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" filled="f" stroked="f" strokeweight=".5pt">
                <v:textbox>
                  <w:txbxContent>
                    <w:p w:rsidR="00676C9E" w:rsidRPr="00BA16AE" w:rsidRDefault="00676C9E" w:rsidP="002F3146">
                      <w:pPr>
                        <w:pStyle w:val="Paragraphestandard"/>
                        <w:ind w:right="-14"/>
                        <w:jc w:val="right"/>
                        <w:rPr>
                          <w:rFonts w:ascii="Arial" w:hAnsi="Arial" w:cs="Arial"/>
                          <w:sz w:val="16"/>
                        </w:rPr>
                      </w:pPr>
                    </w:p>
                    <w:p w:rsidR="00676C9E" w:rsidRPr="00BA16AE" w:rsidRDefault="00676C9E" w:rsidP="002F3146">
                      <w:pPr>
                        <w:pStyle w:val="Paragraphestandard"/>
                        <w:ind w:right="-14"/>
                        <w:jc w:val="right"/>
                        <w:rPr>
                          <w:rFonts w:ascii="Arial" w:hAnsi="Arial" w:cs="Arial"/>
                          <w:sz w:val="16"/>
                        </w:rPr>
                      </w:pPr>
                    </w:p>
                    <w:p w:rsidR="003B04E8" w:rsidRPr="00BA16AE" w:rsidRDefault="007F6188" w:rsidP="00D6241B">
                      <w:pPr>
                        <w:pStyle w:val="Paragraphestandard"/>
                        <w:ind w:right="-14"/>
                        <w:jc w:val="center"/>
                        <w:rPr>
                          <w:rFonts w:ascii="Arial" w:hAnsi="Arial" w:cs="Arial"/>
                          <w:sz w:val="16"/>
                        </w:rPr>
                      </w:pPr>
                      <w:r>
                        <w:rPr>
                          <w:rFonts w:ascii="Arial" w:hAnsi="Arial" w:cs="Arial"/>
                          <w:sz w:val="16"/>
                        </w:rPr>
                        <w:t xml:space="preserve">      </w:t>
                      </w:r>
                      <w:r w:rsidR="000B5F16">
                        <w:rPr>
                          <w:rFonts w:ascii="Arial" w:hAnsi="Arial" w:cs="Arial"/>
                          <w:sz w:val="16"/>
                        </w:rPr>
                        <w:t xml:space="preserve">                          </w:t>
                      </w:r>
                      <w:r w:rsidR="00E775C2">
                        <w:rPr>
                          <w:rFonts w:ascii="Arial" w:hAnsi="Arial" w:cs="Arial"/>
                          <w:sz w:val="16"/>
                        </w:rPr>
                        <w:t>Angers</w:t>
                      </w:r>
                      <w:r w:rsidR="00D815FF">
                        <w:rPr>
                          <w:rFonts w:ascii="Arial" w:hAnsi="Arial" w:cs="Arial"/>
                          <w:sz w:val="16"/>
                        </w:rPr>
                        <w:t xml:space="preserve">, le </w:t>
                      </w:r>
                      <w:r w:rsidR="00446490">
                        <w:rPr>
                          <w:rFonts w:ascii="Arial" w:hAnsi="Arial" w:cs="Arial"/>
                          <w:sz w:val="16"/>
                        </w:rPr>
                        <w:t>06 octobre</w:t>
                      </w:r>
                      <w:r w:rsidR="00004713">
                        <w:rPr>
                          <w:rFonts w:ascii="Arial" w:hAnsi="Arial" w:cs="Arial"/>
                          <w:sz w:val="16"/>
                        </w:rPr>
                        <w:t xml:space="preserve"> 2025</w:t>
                      </w:r>
                      <w:r w:rsidR="00664900" w:rsidRPr="00AF5EB4">
                        <w:rPr>
                          <w:rFonts w:ascii="Arial" w:hAnsi="Arial" w:cs="Arial"/>
                          <w:color w:val="FF0000"/>
                          <w:sz w:val="16"/>
                        </w:rPr>
                        <w:t xml:space="preserve">               </w:t>
                      </w:r>
                    </w:p>
                    <w:p w:rsidR="000659B9" w:rsidRPr="00B11B27" w:rsidRDefault="000659B9" w:rsidP="000659B9">
                      <w:pPr>
                        <w:pStyle w:val="Paragraphestandard"/>
                        <w:spacing w:before="113"/>
                        <w:ind w:right="-11"/>
                        <w:jc w:val="right"/>
                        <w:rPr>
                          <w:rFonts w:ascii="Arial" w:hAnsi="Arial" w:cs="Arial"/>
                          <w:color w:val="1D1D1B"/>
                          <w:sz w:val="16"/>
                          <w:lang w:val="en-US"/>
                        </w:rPr>
                      </w:pPr>
                      <w:r w:rsidRPr="00B11B27">
                        <w:rPr>
                          <w:rFonts w:ascii="Arial" w:hAnsi="Arial" w:cs="Arial"/>
                          <w:color w:val="1D1D1B"/>
                          <w:sz w:val="16"/>
                          <w:lang w:val="en-US"/>
                        </w:rPr>
                        <w:t xml:space="preserve">N°                </w:t>
                      </w:r>
                      <w:r w:rsidR="000B15AB" w:rsidRPr="00B11B27">
                        <w:rPr>
                          <w:rFonts w:ascii="Arial" w:hAnsi="Arial" w:cs="Arial"/>
                          <w:color w:val="1D1D1B"/>
                          <w:sz w:val="16"/>
                          <w:lang w:val="en-US"/>
                        </w:rPr>
                        <w:t xml:space="preserve">        </w:t>
                      </w:r>
                      <w:r w:rsidR="00301BA1" w:rsidRPr="00B11B27">
                        <w:rPr>
                          <w:rFonts w:ascii="Arial" w:hAnsi="Arial" w:cs="Arial"/>
                          <w:color w:val="1D1D1B"/>
                          <w:sz w:val="16"/>
                          <w:lang w:val="en-US"/>
                        </w:rPr>
                        <w:t xml:space="preserve">    </w:t>
                      </w:r>
                      <w:r w:rsidR="000B15AB" w:rsidRPr="00B11B27">
                        <w:rPr>
                          <w:rFonts w:ascii="Arial" w:hAnsi="Arial" w:cs="Arial"/>
                          <w:color w:val="1D1D1B"/>
                          <w:sz w:val="16"/>
                          <w:lang w:val="en-US"/>
                        </w:rPr>
                        <w:t xml:space="preserve"> </w:t>
                      </w:r>
                      <w:r w:rsidRPr="00B11B27">
                        <w:rPr>
                          <w:rFonts w:ascii="Arial" w:hAnsi="Arial" w:cs="Arial"/>
                          <w:color w:val="1D1D1B"/>
                          <w:sz w:val="16"/>
                          <w:lang w:val="en-US"/>
                        </w:rPr>
                        <w:t xml:space="preserve"> </w:t>
                      </w:r>
                      <w:r w:rsidR="00E775C2" w:rsidRPr="00B11B27">
                        <w:rPr>
                          <w:rFonts w:ascii="Arial" w:hAnsi="Arial" w:cs="Arial"/>
                          <w:color w:val="1D1D1B"/>
                          <w:sz w:val="16"/>
                          <w:lang w:val="en-US"/>
                        </w:rPr>
                        <w:t>/</w:t>
                      </w:r>
                      <w:r w:rsidR="00004713">
                        <w:rPr>
                          <w:rFonts w:ascii="Arial" w:hAnsi="Arial" w:cs="Arial"/>
                          <w:color w:val="1D1D1B"/>
                          <w:sz w:val="16"/>
                          <w:lang w:val="en-US"/>
                        </w:rPr>
                        <w:t xml:space="preserve">SID NO/BCO </w:t>
                      </w:r>
                      <w:r w:rsidR="00E775C2" w:rsidRPr="00B11B27">
                        <w:rPr>
                          <w:rFonts w:ascii="Arial" w:hAnsi="Arial" w:cs="Arial"/>
                          <w:color w:val="1D1D1B"/>
                          <w:sz w:val="16"/>
                          <w:lang w:val="en-US"/>
                        </w:rPr>
                        <w:t>AGS</w:t>
                      </w:r>
                    </w:p>
                    <w:p w:rsidR="000659B9" w:rsidRPr="00B11B27" w:rsidRDefault="000659B9" w:rsidP="000659B9">
                      <w:pPr>
                        <w:pStyle w:val="Paragraphestandard"/>
                        <w:spacing w:before="113"/>
                        <w:ind w:right="-11"/>
                        <w:jc w:val="right"/>
                        <w:rPr>
                          <w:rFonts w:ascii="Arial" w:hAnsi="Arial" w:cs="Arial"/>
                          <w:sz w:val="16"/>
                          <w:lang w:val="en-US"/>
                        </w:rPr>
                      </w:pPr>
                    </w:p>
                  </w:txbxContent>
                </v:textbox>
              </v:shape>
            </w:pict>
          </mc:Fallback>
        </mc:AlternateContent>
      </w:r>
    </w:p>
    <w:p w:rsidR="00032B80" w:rsidRPr="009955AA" w:rsidRDefault="00032B80" w:rsidP="0099310B">
      <w:pPr>
        <w:rPr>
          <w:rFonts w:cs="Arial"/>
          <w:sz w:val="20"/>
        </w:rPr>
      </w:pPr>
    </w:p>
    <w:p w:rsidR="00032B80" w:rsidRPr="009955AA" w:rsidRDefault="00032B80" w:rsidP="0099310B">
      <w:pPr>
        <w:rPr>
          <w:rFonts w:cs="Arial"/>
          <w:sz w:val="20"/>
        </w:rPr>
      </w:pPr>
    </w:p>
    <w:p w:rsidR="00571E74" w:rsidRPr="006B17D0" w:rsidRDefault="00571E74" w:rsidP="00571E74">
      <w:pPr>
        <w:rPr>
          <w:rFonts w:cs="Arial"/>
          <w:sz w:val="20"/>
        </w:rPr>
      </w:pPr>
      <w:r>
        <w:rPr>
          <w:rFonts w:cs="Arial"/>
          <w:sz w:val="20"/>
        </w:rPr>
        <w:t>Service d’infrastructure de la Défense</w:t>
      </w:r>
      <w:r w:rsidR="00AF5EB4">
        <w:rPr>
          <w:rFonts w:cs="Arial"/>
          <w:sz w:val="20"/>
        </w:rPr>
        <w:t xml:space="preserve"> Nord-Ouest</w:t>
      </w:r>
    </w:p>
    <w:p w:rsidR="000659B9" w:rsidRDefault="007F6188" w:rsidP="0099310B">
      <w:pPr>
        <w:rPr>
          <w:rFonts w:cs="Arial"/>
          <w:sz w:val="16"/>
        </w:rPr>
      </w:pPr>
      <w:r>
        <w:rPr>
          <w:rFonts w:cs="Arial"/>
          <w:sz w:val="16"/>
        </w:rPr>
        <w:t>Bureau Achats Angers</w:t>
      </w:r>
    </w:p>
    <w:p w:rsidR="00F26590" w:rsidRPr="009955AA" w:rsidRDefault="00F26590" w:rsidP="0099310B">
      <w:pPr>
        <w:rPr>
          <w:rFonts w:cs="Arial"/>
          <w:sz w:val="16"/>
        </w:rPr>
      </w:pPr>
    </w:p>
    <w:p w:rsidR="00F26590" w:rsidRDefault="00F26590" w:rsidP="0099310B">
      <w:pPr>
        <w:rPr>
          <w:rFonts w:cs="Arial"/>
          <w:sz w:val="16"/>
        </w:rPr>
      </w:pPr>
      <w:r w:rsidRPr="009955AA">
        <w:rPr>
          <w:rFonts w:cs="Arial"/>
          <w:sz w:val="16"/>
        </w:rPr>
        <w:t xml:space="preserve">Affaire suivie par </w:t>
      </w:r>
      <w:r w:rsidR="007B4444">
        <w:rPr>
          <w:rFonts w:cs="Arial"/>
          <w:sz w:val="16"/>
        </w:rPr>
        <w:t>Françoise THIBAUT</w:t>
      </w:r>
    </w:p>
    <w:p w:rsidR="009B0165" w:rsidRDefault="009B0165" w:rsidP="0099310B">
      <w:pPr>
        <w:rPr>
          <w:rFonts w:cs="Arial"/>
          <w:sz w:val="16"/>
        </w:rPr>
      </w:pPr>
      <w:r>
        <w:rPr>
          <w:rFonts w:cs="Arial"/>
          <w:sz w:val="16"/>
        </w:rPr>
        <w:t xml:space="preserve">Tel </w:t>
      </w:r>
      <w:r w:rsidR="00AF5EB4">
        <w:rPr>
          <w:rFonts w:cs="Arial"/>
          <w:sz w:val="16"/>
        </w:rPr>
        <w:t xml:space="preserve">     </w:t>
      </w:r>
      <w:r w:rsidR="007B4444">
        <w:rPr>
          <w:rFonts w:cs="Arial"/>
          <w:sz w:val="16"/>
        </w:rPr>
        <w:t>02.41.68.75.74</w:t>
      </w:r>
    </w:p>
    <w:p w:rsidR="007B4444" w:rsidRPr="009955AA" w:rsidRDefault="007B4444" w:rsidP="0099310B">
      <w:pPr>
        <w:rPr>
          <w:rFonts w:cs="Arial"/>
          <w:sz w:val="16"/>
        </w:rPr>
      </w:pPr>
      <w:r>
        <w:rPr>
          <w:rFonts w:cs="Arial"/>
          <w:sz w:val="16"/>
        </w:rPr>
        <w:t xml:space="preserve">Mail : </w:t>
      </w:r>
      <w:hyperlink r:id="rId13" w:history="1">
        <w:r w:rsidRPr="00EE2499">
          <w:rPr>
            <w:rStyle w:val="Lienhypertexte"/>
            <w:rFonts w:cs="Arial"/>
            <w:sz w:val="16"/>
          </w:rPr>
          <w:t>francoise.thibaut@intradef.gouv.fr</w:t>
        </w:r>
      </w:hyperlink>
      <w:r>
        <w:rPr>
          <w:rFonts w:cs="Arial"/>
          <w:sz w:val="16"/>
        </w:rPr>
        <w:t xml:space="preserve"> </w:t>
      </w:r>
    </w:p>
    <w:p w:rsidR="004A63D4" w:rsidRDefault="004A63D4" w:rsidP="0099310B">
      <w:pPr>
        <w:rPr>
          <w:rFonts w:cs="Arial"/>
          <w:sz w:val="16"/>
        </w:rPr>
      </w:pPr>
    </w:p>
    <w:p w:rsidR="00032B80" w:rsidRPr="009955AA" w:rsidRDefault="00032B80" w:rsidP="008F4191">
      <w:pPr>
        <w:rPr>
          <w:rFonts w:cs="Arial"/>
          <w:sz w:val="20"/>
        </w:rPr>
      </w:pPr>
    </w:p>
    <w:p w:rsidR="00032B80" w:rsidRPr="009955AA" w:rsidRDefault="00032B80" w:rsidP="008F4191">
      <w:pPr>
        <w:rPr>
          <w:rFonts w:cs="Arial"/>
          <w:sz w:val="20"/>
        </w:rPr>
      </w:pPr>
    </w:p>
    <w:p w:rsidR="0024374B" w:rsidRPr="009955AA" w:rsidRDefault="0024374B" w:rsidP="008F4191">
      <w:pPr>
        <w:rPr>
          <w:rFonts w:cs="Arial"/>
          <w:sz w:val="20"/>
        </w:rPr>
      </w:pPr>
    </w:p>
    <w:p w:rsidR="0024374B" w:rsidRPr="009955AA" w:rsidRDefault="0024374B" w:rsidP="008F4191">
      <w:pPr>
        <w:rPr>
          <w:rFonts w:cs="Arial"/>
          <w:sz w:val="20"/>
        </w:rPr>
      </w:pPr>
    </w:p>
    <w:p w:rsidR="0024374B" w:rsidRPr="009955AA" w:rsidRDefault="0024374B" w:rsidP="008F4191">
      <w:pPr>
        <w:rPr>
          <w:rFonts w:cs="Arial"/>
          <w:sz w:val="20"/>
        </w:rPr>
      </w:pPr>
    </w:p>
    <w:tbl>
      <w:tblPr>
        <w:tblW w:w="9549" w:type="dxa"/>
        <w:tblInd w:w="-38" w:type="dxa"/>
        <w:tblLayout w:type="fixed"/>
        <w:tblCellMar>
          <w:left w:w="70" w:type="dxa"/>
          <w:right w:w="70" w:type="dxa"/>
        </w:tblCellMar>
        <w:tblLook w:val="00A0" w:firstRow="1" w:lastRow="0" w:firstColumn="1" w:lastColumn="0" w:noHBand="0" w:noVBand="0"/>
      </w:tblPr>
      <w:tblGrid>
        <w:gridCol w:w="2359"/>
        <w:gridCol w:w="7190"/>
      </w:tblGrid>
      <w:tr w:rsidR="007B4444" w:rsidRPr="007B4444" w:rsidTr="000B5F16">
        <w:trPr>
          <w:trHeight w:val="810"/>
        </w:trPr>
        <w:tc>
          <w:tcPr>
            <w:tcW w:w="2359" w:type="dxa"/>
            <w:hideMark/>
          </w:tcPr>
          <w:p w:rsidR="007B4444" w:rsidRPr="007B4444" w:rsidRDefault="007B4444">
            <w:pPr>
              <w:tabs>
                <w:tab w:val="left" w:pos="1588"/>
              </w:tabs>
              <w:spacing w:after="120"/>
              <w:rPr>
                <w:rFonts w:cs="Arial"/>
                <w:bCs/>
                <w:sz w:val="20"/>
                <w:u w:val="single"/>
              </w:rPr>
            </w:pPr>
            <w:r w:rsidRPr="007B4444">
              <w:rPr>
                <w:rFonts w:cs="Arial"/>
                <w:bCs/>
                <w:sz w:val="20"/>
                <w:u w:val="single"/>
              </w:rPr>
              <w:t>Objet de la prestation</w:t>
            </w:r>
            <w:r w:rsidR="000B5F16">
              <w:rPr>
                <w:rFonts w:ascii="Calibri" w:hAnsi="Calibri" w:cs="Calibri"/>
                <w:bCs/>
                <w:sz w:val="20"/>
                <w:u w:val="single"/>
              </w:rPr>
              <w:t> </w:t>
            </w:r>
          </w:p>
        </w:tc>
        <w:tc>
          <w:tcPr>
            <w:tcW w:w="7190" w:type="dxa"/>
            <w:hideMark/>
          </w:tcPr>
          <w:p w:rsidR="001D04D0" w:rsidRDefault="00004713" w:rsidP="007344BE">
            <w:pPr>
              <w:tabs>
                <w:tab w:val="left" w:pos="7371"/>
              </w:tabs>
              <w:rPr>
                <w:rFonts w:cs="Arial"/>
                <w:sz w:val="20"/>
              </w:rPr>
            </w:pPr>
            <w:r>
              <w:rPr>
                <w:rFonts w:cs="Arial"/>
                <w:sz w:val="20"/>
              </w:rPr>
              <w:t>Evreux (27) Base Aérienne 105</w:t>
            </w:r>
          </w:p>
          <w:p w:rsidR="00004713" w:rsidRPr="007B4444" w:rsidRDefault="001218B0" w:rsidP="001218B0">
            <w:pPr>
              <w:tabs>
                <w:tab w:val="left" w:pos="7371"/>
              </w:tabs>
              <w:rPr>
                <w:rFonts w:cs="Arial"/>
                <w:sz w:val="20"/>
              </w:rPr>
            </w:pPr>
            <w:r>
              <w:rPr>
                <w:rFonts w:cs="Arial"/>
                <w:sz w:val="20"/>
              </w:rPr>
              <w:t xml:space="preserve">Missions géotechniques G1, G2 AVP, G2 PRO, G4 et G5 </w:t>
            </w:r>
            <w:r w:rsidR="00004713">
              <w:rPr>
                <w:rFonts w:cs="Arial"/>
                <w:sz w:val="20"/>
              </w:rPr>
              <w:t>pour l’accueil d’une unité de permanence opérationnelle</w:t>
            </w:r>
          </w:p>
        </w:tc>
      </w:tr>
    </w:tbl>
    <w:p w:rsidR="00557AF0" w:rsidRDefault="00557AF0" w:rsidP="00301BA1">
      <w:pPr>
        <w:pStyle w:val="En-tte"/>
        <w:rPr>
          <w:sz w:val="20"/>
        </w:rPr>
      </w:pPr>
    </w:p>
    <w:p w:rsidR="007B683E" w:rsidRPr="007B683E" w:rsidRDefault="004A63D4" w:rsidP="004A63D4">
      <w:pPr>
        <w:pStyle w:val="Titre4"/>
        <w:tabs>
          <w:tab w:val="left" w:pos="567"/>
        </w:tabs>
        <w:spacing w:before="240"/>
        <w:ind w:right="42"/>
        <w:rPr>
          <w:sz w:val="20"/>
          <w:szCs w:val="20"/>
          <w:u w:val="none"/>
        </w:rPr>
      </w:pPr>
      <w:r>
        <w:rPr>
          <w:b/>
          <w:sz w:val="20"/>
          <w:szCs w:val="20"/>
        </w:rPr>
        <w:t>P</w:t>
      </w:r>
      <w:r w:rsidR="007B683E" w:rsidRPr="007B683E">
        <w:rPr>
          <w:b/>
          <w:sz w:val="20"/>
          <w:szCs w:val="20"/>
        </w:rPr>
        <w:t>IECES JOINTES</w:t>
      </w:r>
      <w:r w:rsidR="007B683E" w:rsidRPr="007B683E">
        <w:rPr>
          <w:sz w:val="20"/>
          <w:szCs w:val="20"/>
          <w:u w:val="none"/>
        </w:rPr>
        <w:t xml:space="preserve"> : </w:t>
      </w:r>
    </w:p>
    <w:p w:rsidR="007B683E" w:rsidRPr="007B683E" w:rsidRDefault="007B683E" w:rsidP="007B683E">
      <w:pPr>
        <w:rPr>
          <w:sz w:val="20"/>
        </w:rPr>
      </w:pPr>
    </w:p>
    <w:p w:rsidR="00EC668D" w:rsidRDefault="004304B6" w:rsidP="00345305">
      <w:pPr>
        <w:numPr>
          <w:ilvl w:val="0"/>
          <w:numId w:val="8"/>
        </w:numPr>
        <w:rPr>
          <w:sz w:val="20"/>
        </w:rPr>
      </w:pPr>
      <w:r>
        <w:rPr>
          <w:sz w:val="20"/>
        </w:rPr>
        <w:t>Cahier des clauses particulières</w:t>
      </w:r>
      <w:r w:rsidR="00EC668D">
        <w:rPr>
          <w:sz w:val="20"/>
        </w:rPr>
        <w:t xml:space="preserve"> </w:t>
      </w:r>
      <w:r w:rsidR="00004713">
        <w:rPr>
          <w:sz w:val="20"/>
        </w:rPr>
        <w:t>et acte d’engagement</w:t>
      </w:r>
    </w:p>
    <w:p w:rsidR="00004713" w:rsidRDefault="00004713" w:rsidP="00345305">
      <w:pPr>
        <w:numPr>
          <w:ilvl w:val="0"/>
          <w:numId w:val="8"/>
        </w:numPr>
        <w:rPr>
          <w:sz w:val="20"/>
        </w:rPr>
      </w:pPr>
      <w:r>
        <w:rPr>
          <w:sz w:val="20"/>
        </w:rPr>
        <w:t>Etat des prix forfaitaires</w:t>
      </w:r>
    </w:p>
    <w:p w:rsidR="001D04D0" w:rsidRPr="00663C39" w:rsidRDefault="001D04D0" w:rsidP="00345305">
      <w:pPr>
        <w:numPr>
          <w:ilvl w:val="0"/>
          <w:numId w:val="8"/>
        </w:numPr>
        <w:rPr>
          <w:sz w:val="20"/>
        </w:rPr>
      </w:pPr>
      <w:r>
        <w:rPr>
          <w:sz w:val="20"/>
        </w:rPr>
        <w:t>Fiche d’engagement de non divulgation des informations et supports «</w:t>
      </w:r>
      <w:r>
        <w:rPr>
          <w:rFonts w:ascii="Calibri" w:hAnsi="Calibri" w:cs="Calibri"/>
          <w:sz w:val="20"/>
        </w:rPr>
        <w:t> </w:t>
      </w:r>
      <w:r>
        <w:rPr>
          <w:color w:val="FF0000"/>
          <w:sz w:val="20"/>
        </w:rPr>
        <w:t>D</w:t>
      </w:r>
      <w:r w:rsidRPr="001D04D0">
        <w:rPr>
          <w:color w:val="FF0000"/>
          <w:sz w:val="20"/>
        </w:rPr>
        <w:t xml:space="preserve">iffusion </w:t>
      </w:r>
      <w:r>
        <w:rPr>
          <w:color w:val="FF0000"/>
          <w:sz w:val="20"/>
        </w:rPr>
        <w:t>R</w:t>
      </w:r>
      <w:r w:rsidRPr="001D04D0">
        <w:rPr>
          <w:color w:val="FF0000"/>
          <w:sz w:val="20"/>
        </w:rPr>
        <w:t>estreinte</w:t>
      </w:r>
      <w:r w:rsidRPr="001D04D0">
        <w:rPr>
          <w:rFonts w:ascii="Calibri" w:hAnsi="Calibri" w:cs="Calibri"/>
          <w:color w:val="FF0000"/>
          <w:sz w:val="20"/>
        </w:rPr>
        <w:t> </w:t>
      </w:r>
      <w:r>
        <w:rPr>
          <w:rFonts w:cs="Marianne"/>
          <w:sz w:val="20"/>
        </w:rPr>
        <w:t>»</w:t>
      </w:r>
    </w:p>
    <w:p w:rsidR="00663C39" w:rsidRPr="000D52ED" w:rsidRDefault="00663C39" w:rsidP="00345305">
      <w:pPr>
        <w:numPr>
          <w:ilvl w:val="0"/>
          <w:numId w:val="8"/>
        </w:numPr>
        <w:rPr>
          <w:sz w:val="20"/>
        </w:rPr>
      </w:pPr>
      <w:r>
        <w:rPr>
          <w:rFonts w:cs="Marianne"/>
          <w:sz w:val="20"/>
        </w:rPr>
        <w:t>Fiche de Contrôle Primaire</w:t>
      </w:r>
    </w:p>
    <w:p w:rsidR="00064AAE" w:rsidRPr="001218B0" w:rsidRDefault="00064AAE" w:rsidP="00345305">
      <w:pPr>
        <w:numPr>
          <w:ilvl w:val="0"/>
          <w:numId w:val="8"/>
        </w:numPr>
        <w:rPr>
          <w:sz w:val="20"/>
        </w:rPr>
      </w:pPr>
      <w:r>
        <w:rPr>
          <w:rFonts w:cs="Marianne"/>
          <w:sz w:val="20"/>
        </w:rPr>
        <w:t>Tableau des critères de pondération</w:t>
      </w:r>
    </w:p>
    <w:p w:rsidR="001218B0" w:rsidRDefault="001218B0" w:rsidP="00345305">
      <w:pPr>
        <w:numPr>
          <w:ilvl w:val="0"/>
          <w:numId w:val="8"/>
        </w:numPr>
        <w:rPr>
          <w:sz w:val="20"/>
        </w:rPr>
      </w:pPr>
      <w:r>
        <w:rPr>
          <w:rFonts w:cs="Marianne"/>
          <w:sz w:val="20"/>
        </w:rPr>
        <w:t>Deux plans</w:t>
      </w:r>
    </w:p>
    <w:p w:rsidR="00345305" w:rsidRDefault="00345305" w:rsidP="00345305">
      <w:pPr>
        <w:ind w:right="42"/>
        <w:jc w:val="both"/>
        <w:rPr>
          <w:b/>
          <w:u w:val="single"/>
        </w:rPr>
      </w:pPr>
    </w:p>
    <w:p w:rsidR="00041CE2" w:rsidRDefault="00041CE2" w:rsidP="00345305">
      <w:pPr>
        <w:ind w:right="42"/>
        <w:jc w:val="both"/>
        <w:rPr>
          <w:b/>
          <w:u w:val="single"/>
        </w:rPr>
      </w:pPr>
    </w:p>
    <w:p w:rsidR="00345305" w:rsidRDefault="00345305" w:rsidP="00345305">
      <w:pPr>
        <w:ind w:right="42"/>
        <w:jc w:val="both"/>
        <w:rPr>
          <w:b/>
          <w:u w:val="single"/>
        </w:rPr>
      </w:pPr>
    </w:p>
    <w:p w:rsidR="00345305" w:rsidRPr="00345305" w:rsidRDefault="008A0593" w:rsidP="00345305">
      <w:pPr>
        <w:tabs>
          <w:tab w:val="left" w:pos="1701"/>
        </w:tabs>
        <w:ind w:right="42"/>
        <w:jc w:val="both"/>
        <w:rPr>
          <w:sz w:val="20"/>
        </w:rPr>
      </w:pPr>
      <w:r>
        <w:rPr>
          <w:sz w:val="20"/>
        </w:rPr>
        <w:t>Madame</w:t>
      </w:r>
      <w:r>
        <w:rPr>
          <w:rFonts w:ascii="Calibri" w:hAnsi="Calibri" w:cs="Calibri"/>
          <w:sz w:val="20"/>
        </w:rPr>
        <w:t xml:space="preserve">, </w:t>
      </w:r>
      <w:r w:rsidR="00345305" w:rsidRPr="00345305">
        <w:rPr>
          <w:sz w:val="20"/>
        </w:rPr>
        <w:t>Monsieur,</w:t>
      </w:r>
    </w:p>
    <w:p w:rsidR="00345305" w:rsidRPr="00345305" w:rsidRDefault="00345305" w:rsidP="00345305">
      <w:pPr>
        <w:tabs>
          <w:tab w:val="left" w:pos="1701"/>
        </w:tabs>
        <w:ind w:right="42"/>
        <w:jc w:val="both"/>
        <w:rPr>
          <w:sz w:val="20"/>
        </w:rPr>
      </w:pPr>
    </w:p>
    <w:p w:rsidR="00345305" w:rsidRDefault="00345305" w:rsidP="00345305">
      <w:pPr>
        <w:tabs>
          <w:tab w:val="left" w:pos="1701"/>
        </w:tabs>
        <w:ind w:right="42"/>
        <w:jc w:val="both"/>
        <w:rPr>
          <w:sz w:val="20"/>
        </w:rPr>
      </w:pPr>
      <w:r w:rsidRPr="00345305">
        <w:rPr>
          <w:sz w:val="20"/>
        </w:rPr>
        <w:t>Veuillez trouver ci-jointes les pièces concernant le</w:t>
      </w:r>
      <w:r w:rsidR="001D04D0">
        <w:rPr>
          <w:sz w:val="20"/>
        </w:rPr>
        <w:t xml:space="preserve"> projet de marché cité en objet, vous permettant de </w:t>
      </w:r>
      <w:r w:rsidR="00004713">
        <w:rPr>
          <w:sz w:val="20"/>
        </w:rPr>
        <w:t>déposer une offre.</w:t>
      </w:r>
    </w:p>
    <w:p w:rsidR="001D04D0" w:rsidRDefault="001D04D0" w:rsidP="00345305">
      <w:pPr>
        <w:tabs>
          <w:tab w:val="left" w:pos="1701"/>
        </w:tabs>
        <w:ind w:right="42"/>
        <w:jc w:val="both"/>
        <w:rPr>
          <w:sz w:val="20"/>
        </w:rPr>
      </w:pPr>
    </w:p>
    <w:p w:rsidR="001D04D0" w:rsidRDefault="001D04D0" w:rsidP="00345305">
      <w:pPr>
        <w:tabs>
          <w:tab w:val="left" w:pos="1701"/>
        </w:tabs>
        <w:ind w:right="42"/>
        <w:jc w:val="both"/>
        <w:rPr>
          <w:sz w:val="20"/>
        </w:rPr>
      </w:pPr>
      <w:r>
        <w:rPr>
          <w:sz w:val="20"/>
        </w:rPr>
        <w:t>Le marché est «</w:t>
      </w:r>
      <w:r>
        <w:rPr>
          <w:rFonts w:ascii="Calibri" w:hAnsi="Calibri" w:cs="Calibri"/>
          <w:sz w:val="20"/>
        </w:rPr>
        <w:t> </w:t>
      </w:r>
      <w:r>
        <w:rPr>
          <w:sz w:val="20"/>
        </w:rPr>
        <w:t>spécial France</w:t>
      </w:r>
      <w:r>
        <w:rPr>
          <w:rFonts w:ascii="Calibri" w:hAnsi="Calibri" w:cs="Calibri"/>
          <w:sz w:val="20"/>
        </w:rPr>
        <w:t> </w:t>
      </w:r>
      <w:r>
        <w:rPr>
          <w:rFonts w:cs="Marianne"/>
          <w:sz w:val="20"/>
        </w:rPr>
        <w:t>»</w:t>
      </w:r>
      <w:r>
        <w:rPr>
          <w:sz w:val="20"/>
        </w:rPr>
        <w:t xml:space="preserve"> et relève de l’article L2512-3 du Code de la Commande Publique. Le marché est réservé aux personnes morales de droit français et aux personnes physiques de nationalité française.</w:t>
      </w:r>
    </w:p>
    <w:p w:rsidR="001D04D0" w:rsidRDefault="001D04D0" w:rsidP="00345305">
      <w:pPr>
        <w:tabs>
          <w:tab w:val="left" w:pos="1701"/>
        </w:tabs>
        <w:ind w:right="42"/>
        <w:jc w:val="both"/>
        <w:rPr>
          <w:sz w:val="20"/>
        </w:rPr>
      </w:pPr>
    </w:p>
    <w:p w:rsidR="001D04D0" w:rsidRPr="00345305" w:rsidRDefault="001D04D0" w:rsidP="00345305">
      <w:pPr>
        <w:tabs>
          <w:tab w:val="left" w:pos="1701"/>
        </w:tabs>
        <w:ind w:right="42"/>
        <w:jc w:val="both"/>
        <w:rPr>
          <w:sz w:val="20"/>
        </w:rPr>
      </w:pPr>
      <w:r>
        <w:rPr>
          <w:sz w:val="20"/>
        </w:rPr>
        <w:t>Les plans du dossier de consultation des entreprises marqués «</w:t>
      </w:r>
      <w:r>
        <w:rPr>
          <w:rFonts w:ascii="Calibri" w:hAnsi="Calibri" w:cs="Calibri"/>
          <w:sz w:val="20"/>
        </w:rPr>
        <w:t> </w:t>
      </w:r>
      <w:r>
        <w:rPr>
          <w:sz w:val="20"/>
        </w:rPr>
        <w:t>Diffusion Restreinte</w:t>
      </w:r>
      <w:r>
        <w:rPr>
          <w:rFonts w:ascii="Calibri" w:hAnsi="Calibri" w:cs="Calibri"/>
          <w:sz w:val="20"/>
        </w:rPr>
        <w:t> </w:t>
      </w:r>
      <w:r>
        <w:rPr>
          <w:rFonts w:cs="Marianne"/>
          <w:sz w:val="20"/>
        </w:rPr>
        <w:t>»</w:t>
      </w:r>
      <w:r w:rsidR="00004713">
        <w:rPr>
          <w:sz w:val="20"/>
        </w:rPr>
        <w:t xml:space="preserve"> seront transmis uniquement au candidat</w:t>
      </w:r>
      <w:r>
        <w:rPr>
          <w:sz w:val="20"/>
        </w:rPr>
        <w:t xml:space="preserve"> </w:t>
      </w:r>
      <w:r w:rsidR="00004713">
        <w:rPr>
          <w:sz w:val="20"/>
        </w:rPr>
        <w:t>attributaire.</w:t>
      </w:r>
    </w:p>
    <w:p w:rsidR="00345305" w:rsidRPr="00345305" w:rsidRDefault="00345305" w:rsidP="00345305">
      <w:pPr>
        <w:ind w:right="42"/>
        <w:jc w:val="both"/>
        <w:rPr>
          <w:sz w:val="20"/>
        </w:rPr>
      </w:pPr>
    </w:p>
    <w:p w:rsidR="001D04D0" w:rsidRPr="008A0593" w:rsidRDefault="001D04D0" w:rsidP="00345305">
      <w:pPr>
        <w:tabs>
          <w:tab w:val="left" w:pos="1701"/>
        </w:tabs>
        <w:ind w:right="42"/>
        <w:jc w:val="both"/>
        <w:rPr>
          <w:b/>
          <w:sz w:val="20"/>
          <w:u w:val="single"/>
        </w:rPr>
      </w:pPr>
    </w:p>
    <w:p w:rsidR="00345305" w:rsidRPr="00345305" w:rsidRDefault="00004713" w:rsidP="00345305">
      <w:pPr>
        <w:tabs>
          <w:tab w:val="left" w:pos="1701"/>
        </w:tabs>
        <w:ind w:right="42"/>
        <w:jc w:val="both"/>
        <w:rPr>
          <w:sz w:val="20"/>
        </w:rPr>
      </w:pPr>
      <w:r>
        <w:rPr>
          <w:sz w:val="20"/>
        </w:rPr>
        <w:t>Je</w:t>
      </w:r>
      <w:r w:rsidR="00345305" w:rsidRPr="00345305">
        <w:rPr>
          <w:sz w:val="20"/>
        </w:rPr>
        <w:t xml:space="preserve"> vous demande de me renvoyer </w:t>
      </w:r>
      <w:r w:rsidR="00663C39">
        <w:rPr>
          <w:sz w:val="20"/>
        </w:rPr>
        <w:t>les</w:t>
      </w:r>
      <w:r w:rsidR="008A0593" w:rsidRPr="008A0593">
        <w:rPr>
          <w:sz w:val="20"/>
        </w:rPr>
        <w:t xml:space="preserve"> pièce</w:t>
      </w:r>
      <w:r w:rsidR="00663C39">
        <w:rPr>
          <w:sz w:val="20"/>
        </w:rPr>
        <w:t>s</w:t>
      </w:r>
      <w:r>
        <w:rPr>
          <w:sz w:val="20"/>
        </w:rPr>
        <w:t xml:space="preserve"> 1</w:t>
      </w:r>
      <w:r w:rsidR="008A0593" w:rsidRPr="008A0593">
        <w:rPr>
          <w:sz w:val="20"/>
        </w:rPr>
        <w:t xml:space="preserve"> </w:t>
      </w:r>
      <w:r>
        <w:rPr>
          <w:sz w:val="20"/>
        </w:rPr>
        <w:t>à</w:t>
      </w:r>
      <w:r w:rsidR="00663C39">
        <w:rPr>
          <w:sz w:val="20"/>
        </w:rPr>
        <w:t xml:space="preserve"> 4 </w:t>
      </w:r>
      <w:r w:rsidR="00345305" w:rsidRPr="008A0593">
        <w:rPr>
          <w:sz w:val="20"/>
        </w:rPr>
        <w:t>ci-dessus</w:t>
      </w:r>
      <w:r w:rsidR="00345305" w:rsidRPr="00345305">
        <w:rPr>
          <w:sz w:val="20"/>
        </w:rPr>
        <w:t xml:space="preserve"> complété</w:t>
      </w:r>
      <w:r w:rsidR="008A0593">
        <w:rPr>
          <w:sz w:val="20"/>
        </w:rPr>
        <w:t>e</w:t>
      </w:r>
      <w:r w:rsidR="00663C39">
        <w:rPr>
          <w:sz w:val="20"/>
        </w:rPr>
        <w:t>s</w:t>
      </w:r>
      <w:r w:rsidR="00345305" w:rsidRPr="00345305">
        <w:rPr>
          <w:sz w:val="20"/>
        </w:rPr>
        <w:t xml:space="preserve"> et accompagné</w:t>
      </w:r>
      <w:r w:rsidR="008A0593">
        <w:rPr>
          <w:sz w:val="20"/>
        </w:rPr>
        <w:t>e</w:t>
      </w:r>
      <w:r w:rsidR="00663C39">
        <w:rPr>
          <w:sz w:val="20"/>
        </w:rPr>
        <w:t>s</w:t>
      </w:r>
      <w:r w:rsidR="00345305" w:rsidRPr="00345305">
        <w:rPr>
          <w:sz w:val="20"/>
        </w:rPr>
        <w:t xml:space="preserve"> : </w:t>
      </w:r>
    </w:p>
    <w:p w:rsidR="00345305" w:rsidRPr="00345305" w:rsidRDefault="00345305" w:rsidP="00345305">
      <w:pPr>
        <w:tabs>
          <w:tab w:val="left" w:pos="1701"/>
        </w:tabs>
        <w:ind w:right="42"/>
        <w:jc w:val="both"/>
        <w:rPr>
          <w:sz w:val="20"/>
        </w:rPr>
      </w:pPr>
    </w:p>
    <w:p w:rsidR="00345305" w:rsidRPr="00345305" w:rsidRDefault="00345305" w:rsidP="00345305">
      <w:pPr>
        <w:numPr>
          <w:ilvl w:val="0"/>
          <w:numId w:val="5"/>
        </w:numPr>
        <w:ind w:right="42"/>
        <w:jc w:val="both"/>
        <w:rPr>
          <w:sz w:val="20"/>
        </w:rPr>
      </w:pPr>
      <w:r w:rsidRPr="00345305">
        <w:rPr>
          <w:sz w:val="20"/>
        </w:rPr>
        <w:t xml:space="preserve">D’un formulaire DC1 (lettre de candidature, disponible sur </w:t>
      </w:r>
      <w:hyperlink r:id="rId14" w:history="1">
        <w:r w:rsidRPr="00345305">
          <w:rPr>
            <w:rStyle w:val="Lienhypertexte"/>
            <w:sz w:val="20"/>
          </w:rPr>
          <w:t>www.minefe.gouv.fr</w:t>
        </w:r>
      </w:hyperlink>
      <w:r w:rsidRPr="00345305">
        <w:rPr>
          <w:sz w:val="20"/>
        </w:rPr>
        <w:t xml:space="preserve"> ).</w:t>
      </w:r>
    </w:p>
    <w:p w:rsidR="00345305" w:rsidRDefault="00345305" w:rsidP="00345305">
      <w:pPr>
        <w:numPr>
          <w:ilvl w:val="0"/>
          <w:numId w:val="5"/>
        </w:numPr>
        <w:ind w:right="42"/>
        <w:jc w:val="both"/>
        <w:rPr>
          <w:sz w:val="20"/>
        </w:rPr>
      </w:pPr>
      <w:r w:rsidRPr="00345305">
        <w:rPr>
          <w:sz w:val="20"/>
        </w:rPr>
        <w:t xml:space="preserve">D’un formulaire DC2 (déclaration du candidat, disponible sur </w:t>
      </w:r>
      <w:hyperlink r:id="rId15" w:history="1">
        <w:r w:rsidRPr="00345305">
          <w:rPr>
            <w:rStyle w:val="Lienhypertexte"/>
            <w:sz w:val="20"/>
          </w:rPr>
          <w:t>www.minefe.gouv.fr</w:t>
        </w:r>
      </w:hyperlink>
      <w:r w:rsidRPr="00345305">
        <w:rPr>
          <w:sz w:val="20"/>
        </w:rPr>
        <w:t xml:space="preserve"> ).</w:t>
      </w:r>
    </w:p>
    <w:p w:rsidR="008A0593" w:rsidRPr="008A0593" w:rsidRDefault="008A0593" w:rsidP="008A0593">
      <w:pPr>
        <w:numPr>
          <w:ilvl w:val="0"/>
          <w:numId w:val="5"/>
        </w:numPr>
        <w:ind w:right="42"/>
        <w:jc w:val="both"/>
        <w:rPr>
          <w:sz w:val="20"/>
        </w:rPr>
      </w:pPr>
      <w:r>
        <w:rPr>
          <w:sz w:val="20"/>
        </w:rPr>
        <w:t>Extrait K-Bis original avec flash code valide</w:t>
      </w:r>
    </w:p>
    <w:p w:rsidR="008A0593" w:rsidRDefault="008A0593" w:rsidP="00345305">
      <w:pPr>
        <w:numPr>
          <w:ilvl w:val="0"/>
          <w:numId w:val="5"/>
        </w:numPr>
        <w:ind w:right="42"/>
        <w:jc w:val="both"/>
        <w:rPr>
          <w:sz w:val="20"/>
        </w:rPr>
      </w:pPr>
      <w:r>
        <w:rPr>
          <w:sz w:val="20"/>
        </w:rPr>
        <w:t>De la copie de la carte nationale d’identité ou du passeport du dirigeant ayant le pouvoir d’engager la société</w:t>
      </w:r>
    </w:p>
    <w:p w:rsidR="00004713" w:rsidRDefault="00004713" w:rsidP="00345305">
      <w:pPr>
        <w:numPr>
          <w:ilvl w:val="0"/>
          <w:numId w:val="5"/>
        </w:numPr>
        <w:ind w:right="42"/>
        <w:jc w:val="both"/>
        <w:rPr>
          <w:sz w:val="20"/>
        </w:rPr>
      </w:pPr>
      <w:r>
        <w:rPr>
          <w:sz w:val="20"/>
        </w:rPr>
        <w:t>De vos attestations d’assurance à jour</w:t>
      </w:r>
    </w:p>
    <w:p w:rsidR="00004713" w:rsidRDefault="00004713" w:rsidP="00345305">
      <w:pPr>
        <w:numPr>
          <w:ilvl w:val="0"/>
          <w:numId w:val="5"/>
        </w:numPr>
        <w:ind w:right="42"/>
        <w:jc w:val="both"/>
        <w:rPr>
          <w:sz w:val="20"/>
        </w:rPr>
      </w:pPr>
      <w:r>
        <w:rPr>
          <w:sz w:val="20"/>
        </w:rPr>
        <w:t>De votre attestation de vigilance délivrée par l’URSAFF</w:t>
      </w:r>
    </w:p>
    <w:p w:rsidR="001218B0" w:rsidRDefault="00004713" w:rsidP="001218B0">
      <w:pPr>
        <w:numPr>
          <w:ilvl w:val="0"/>
          <w:numId w:val="5"/>
        </w:numPr>
        <w:ind w:right="42"/>
        <w:jc w:val="both"/>
        <w:rPr>
          <w:sz w:val="20"/>
        </w:rPr>
      </w:pPr>
      <w:r w:rsidRPr="001218B0">
        <w:rPr>
          <w:sz w:val="20"/>
        </w:rPr>
        <w:lastRenderedPageBreak/>
        <w:t>De votre attestation de régularité fiscale délivrée par les DDFIP</w:t>
      </w:r>
      <w:r w:rsidR="001218B0">
        <w:rPr>
          <w:sz w:val="20"/>
        </w:rPr>
        <w:t xml:space="preserve"> </w:t>
      </w:r>
    </w:p>
    <w:p w:rsidR="001218B0" w:rsidRDefault="001218B0" w:rsidP="001218B0">
      <w:pPr>
        <w:numPr>
          <w:ilvl w:val="0"/>
          <w:numId w:val="5"/>
        </w:numPr>
        <w:ind w:right="42"/>
        <w:jc w:val="both"/>
        <w:rPr>
          <w:sz w:val="20"/>
        </w:rPr>
      </w:pPr>
      <w:proofErr w:type="gramStart"/>
      <w:r>
        <w:t>d’un</w:t>
      </w:r>
      <w:proofErr w:type="gramEnd"/>
      <w:r>
        <w:t xml:space="preserve"> dossier de références similaires.</w:t>
      </w:r>
    </w:p>
    <w:p w:rsidR="001218B0" w:rsidRPr="001218B0" w:rsidRDefault="001218B0" w:rsidP="001218B0">
      <w:pPr>
        <w:numPr>
          <w:ilvl w:val="0"/>
          <w:numId w:val="5"/>
        </w:numPr>
        <w:ind w:right="42"/>
        <w:jc w:val="both"/>
        <w:rPr>
          <w:sz w:val="20"/>
        </w:rPr>
      </w:pPr>
      <w:proofErr w:type="gramStart"/>
      <w:r w:rsidRPr="001218B0">
        <w:rPr>
          <w:sz w:val="20"/>
        </w:rPr>
        <w:t>d’un</w:t>
      </w:r>
      <w:proofErr w:type="gramEnd"/>
      <w:r w:rsidRPr="001218B0">
        <w:rPr>
          <w:sz w:val="20"/>
        </w:rPr>
        <w:t xml:space="preserve"> mémoire technique comprenant</w:t>
      </w:r>
      <w:r w:rsidRPr="001218B0">
        <w:rPr>
          <w:rFonts w:ascii="Calibri" w:hAnsi="Calibri" w:cs="Calibri"/>
          <w:sz w:val="20"/>
        </w:rPr>
        <w:t> </w:t>
      </w:r>
      <w:r w:rsidRPr="001218B0">
        <w:rPr>
          <w:sz w:val="20"/>
        </w:rPr>
        <w:t>:</w:t>
      </w:r>
    </w:p>
    <w:p w:rsidR="001218B0" w:rsidRPr="001218B0" w:rsidRDefault="001218B0" w:rsidP="001218B0">
      <w:pPr>
        <w:numPr>
          <w:ilvl w:val="1"/>
          <w:numId w:val="13"/>
        </w:numPr>
        <w:tabs>
          <w:tab w:val="num" w:pos="928"/>
        </w:tabs>
        <w:spacing w:after="60"/>
        <w:ind w:left="993" w:hanging="196"/>
        <w:jc w:val="both"/>
        <w:rPr>
          <w:sz w:val="20"/>
        </w:rPr>
      </w:pPr>
      <w:r w:rsidRPr="001218B0">
        <w:rPr>
          <w:sz w:val="20"/>
          <w:u w:val="single"/>
        </w:rPr>
        <w:t>Note méthodologique détaillée</w:t>
      </w:r>
      <w:r w:rsidRPr="001218B0">
        <w:rPr>
          <w:sz w:val="20"/>
        </w:rPr>
        <w:t xml:space="preserve"> présentant l’organisation, la procédure et la méthode que le candidat envisage d’exécuter pour réaliser sa mission.</w:t>
      </w:r>
    </w:p>
    <w:p w:rsidR="001218B0" w:rsidRPr="001218B0" w:rsidRDefault="001218B0" w:rsidP="001218B0">
      <w:pPr>
        <w:numPr>
          <w:ilvl w:val="1"/>
          <w:numId w:val="13"/>
        </w:numPr>
        <w:tabs>
          <w:tab w:val="num" w:pos="928"/>
        </w:tabs>
        <w:spacing w:after="60"/>
        <w:ind w:left="993" w:hanging="196"/>
        <w:jc w:val="both"/>
        <w:rPr>
          <w:sz w:val="20"/>
        </w:rPr>
      </w:pPr>
      <w:r w:rsidRPr="001218B0">
        <w:rPr>
          <w:sz w:val="20"/>
          <w:u w:val="single"/>
        </w:rPr>
        <w:t>Présentation de l’équipe</w:t>
      </w:r>
      <w:r w:rsidRPr="001218B0">
        <w:rPr>
          <w:sz w:val="20"/>
        </w:rPr>
        <w:t xml:space="preserve"> dédiée à la réalisation de la mission (joindre CV).</w:t>
      </w:r>
    </w:p>
    <w:p w:rsidR="00004713" w:rsidRDefault="00004713" w:rsidP="001218B0">
      <w:pPr>
        <w:ind w:left="360" w:right="42"/>
        <w:jc w:val="both"/>
        <w:rPr>
          <w:sz w:val="20"/>
        </w:rPr>
      </w:pPr>
    </w:p>
    <w:p w:rsidR="008A0593" w:rsidRDefault="008A0593" w:rsidP="008A0593">
      <w:pPr>
        <w:ind w:left="720" w:right="42"/>
        <w:jc w:val="both"/>
        <w:rPr>
          <w:sz w:val="20"/>
        </w:rPr>
      </w:pPr>
    </w:p>
    <w:p w:rsidR="007F6188" w:rsidRDefault="007F6188" w:rsidP="007F6188">
      <w:pPr>
        <w:jc w:val="both"/>
        <w:rPr>
          <w:sz w:val="20"/>
        </w:rPr>
      </w:pPr>
    </w:p>
    <w:p w:rsidR="007F6188" w:rsidRPr="00463FF3" w:rsidRDefault="007F6188" w:rsidP="007F6188">
      <w:pPr>
        <w:jc w:val="both"/>
        <w:rPr>
          <w:sz w:val="20"/>
        </w:rPr>
      </w:pPr>
      <w:r w:rsidRPr="00463FF3">
        <w:rPr>
          <w:sz w:val="20"/>
        </w:rPr>
        <w:t xml:space="preserve">Le dossier devra me parvenir </w:t>
      </w:r>
      <w:r w:rsidRPr="00463FF3">
        <w:rPr>
          <w:b/>
          <w:color w:val="FF0000"/>
          <w:sz w:val="20"/>
          <w:u w:val="single"/>
        </w:rPr>
        <w:t>obligatoirement</w:t>
      </w:r>
      <w:r w:rsidRPr="00463FF3">
        <w:rPr>
          <w:sz w:val="20"/>
        </w:rPr>
        <w:t xml:space="preserve"> de façon électronique via </w:t>
      </w:r>
      <w:hyperlink r:id="rId16" w:history="1">
        <w:r w:rsidRPr="00463FF3">
          <w:rPr>
            <w:rStyle w:val="Lienhypertexte"/>
            <w:sz w:val="20"/>
          </w:rPr>
          <w:t>www.marches-publics.gouv.fr</w:t>
        </w:r>
      </w:hyperlink>
      <w:r w:rsidRPr="00463FF3">
        <w:rPr>
          <w:sz w:val="20"/>
        </w:rPr>
        <w:t xml:space="preserve">. Tout envoi papier par voie postale ou par mail sera rejeté. </w:t>
      </w:r>
    </w:p>
    <w:p w:rsidR="007F6188" w:rsidRPr="00463FF3" w:rsidRDefault="007F6188" w:rsidP="007F6188">
      <w:pPr>
        <w:jc w:val="both"/>
        <w:rPr>
          <w:sz w:val="20"/>
        </w:rPr>
      </w:pPr>
      <w:r w:rsidRPr="00463FF3">
        <w:rPr>
          <w:sz w:val="20"/>
        </w:rPr>
        <w:t xml:space="preserve">La signature électronique n’est pas obligatoire. </w:t>
      </w:r>
    </w:p>
    <w:p w:rsidR="007F6188" w:rsidRPr="00CF2748" w:rsidRDefault="007F6188" w:rsidP="007F6188">
      <w:pPr>
        <w:jc w:val="both"/>
        <w:rPr>
          <w:sz w:val="20"/>
        </w:rPr>
      </w:pPr>
      <w:r w:rsidRPr="00463FF3">
        <w:rPr>
          <w:sz w:val="20"/>
        </w:rPr>
        <w:t xml:space="preserve">La date limite de remise des </w:t>
      </w:r>
      <w:r w:rsidR="00004713">
        <w:rPr>
          <w:sz w:val="20"/>
        </w:rPr>
        <w:t>offres</w:t>
      </w:r>
      <w:r w:rsidRPr="00463FF3">
        <w:rPr>
          <w:sz w:val="20"/>
        </w:rPr>
        <w:t xml:space="preserve"> est fixée au </w:t>
      </w:r>
      <w:r w:rsidR="00446490">
        <w:rPr>
          <w:b/>
          <w:color w:val="00B050"/>
          <w:sz w:val="20"/>
        </w:rPr>
        <w:t>07</w:t>
      </w:r>
      <w:bookmarkStart w:id="0" w:name="_GoBack"/>
      <w:bookmarkEnd w:id="0"/>
      <w:r w:rsidR="00004713">
        <w:rPr>
          <w:b/>
          <w:color w:val="00B050"/>
          <w:sz w:val="20"/>
        </w:rPr>
        <w:t xml:space="preserve"> novembre 2025 à 10h00.</w:t>
      </w:r>
    </w:p>
    <w:p w:rsidR="00463FF3" w:rsidRDefault="00463FF3" w:rsidP="00463FF3">
      <w:pPr>
        <w:tabs>
          <w:tab w:val="left" w:pos="1701"/>
        </w:tabs>
        <w:ind w:right="42"/>
        <w:jc w:val="both"/>
      </w:pPr>
    </w:p>
    <w:p w:rsidR="007B683E" w:rsidRDefault="007B683E" w:rsidP="007B683E">
      <w:pPr>
        <w:tabs>
          <w:tab w:val="left" w:pos="1701"/>
        </w:tabs>
        <w:spacing w:before="120"/>
        <w:ind w:right="42"/>
        <w:jc w:val="both"/>
        <w:rPr>
          <w:sz w:val="20"/>
        </w:rPr>
      </w:pPr>
      <w:r w:rsidRPr="007B683E">
        <w:rPr>
          <w:sz w:val="20"/>
        </w:rPr>
        <w:t>Je vous précise que l’offre ainsi que les documents complémentaires qui pourront vous être demandés devront être rédigés en langue française, sous peine de ne pas être étudiés.</w:t>
      </w:r>
    </w:p>
    <w:p w:rsidR="00255731" w:rsidRDefault="00255731" w:rsidP="007B683E">
      <w:pPr>
        <w:tabs>
          <w:tab w:val="left" w:pos="1701"/>
        </w:tabs>
        <w:spacing w:before="120"/>
        <w:ind w:right="42"/>
        <w:jc w:val="both"/>
        <w:rPr>
          <w:sz w:val="20"/>
        </w:rPr>
      </w:pPr>
    </w:p>
    <w:p w:rsidR="004A63D4" w:rsidRDefault="004A63D4" w:rsidP="004A63D4">
      <w:pPr>
        <w:pStyle w:val="Normalcentr"/>
        <w:ind w:left="0" w:right="112"/>
        <w:rPr>
          <w:sz w:val="20"/>
        </w:rPr>
      </w:pPr>
      <w:r>
        <w:rPr>
          <w:sz w:val="20"/>
        </w:rPr>
        <w:t>Pour tout renseignement, vous pouvez contacter :</w:t>
      </w:r>
    </w:p>
    <w:p w:rsidR="004A63D4" w:rsidRDefault="004A63D4" w:rsidP="004A63D4">
      <w:pPr>
        <w:pStyle w:val="Normalcentr"/>
        <w:ind w:left="142" w:right="112"/>
        <w:rPr>
          <w:sz w:val="12"/>
          <w:szCs w:val="12"/>
        </w:rPr>
      </w:pPr>
    </w:p>
    <w:p w:rsidR="00B11B27" w:rsidRDefault="00B11B27" w:rsidP="00B11B27">
      <w:pPr>
        <w:pStyle w:val="Normalcentr"/>
        <w:numPr>
          <w:ilvl w:val="0"/>
          <w:numId w:val="3"/>
        </w:numPr>
        <w:ind w:right="112"/>
        <w:rPr>
          <w:sz w:val="20"/>
        </w:rPr>
      </w:pPr>
      <w:r>
        <w:rPr>
          <w:sz w:val="20"/>
        </w:rPr>
        <w:t xml:space="preserve">Administratif : Mme Françoise THIBAUT </w:t>
      </w:r>
      <w:r w:rsidR="009D1136">
        <w:rPr>
          <w:sz w:val="20"/>
        </w:rPr>
        <w:t xml:space="preserve">      </w:t>
      </w:r>
      <w:r w:rsidR="001867EB">
        <w:rPr>
          <w:sz w:val="20"/>
        </w:rPr>
        <w:tab/>
      </w:r>
      <w:r>
        <w:rPr>
          <w:sz w:val="20"/>
        </w:rPr>
        <w:t>au 02.41.68.75.74</w:t>
      </w:r>
    </w:p>
    <w:p w:rsidR="0061622A" w:rsidRPr="001057B2" w:rsidRDefault="00EC668D" w:rsidP="001057B2">
      <w:pPr>
        <w:pStyle w:val="Normalcentr"/>
        <w:numPr>
          <w:ilvl w:val="0"/>
          <w:numId w:val="3"/>
        </w:numPr>
        <w:ind w:right="112"/>
        <w:rPr>
          <w:sz w:val="20"/>
        </w:rPr>
      </w:pPr>
      <w:r>
        <w:rPr>
          <w:sz w:val="20"/>
        </w:rPr>
        <w:t xml:space="preserve">Technique :      </w:t>
      </w:r>
      <w:r w:rsidR="00004713">
        <w:rPr>
          <w:sz w:val="20"/>
        </w:rPr>
        <w:t xml:space="preserve">M. Fabrice LOUBET                 </w:t>
      </w:r>
      <w:r w:rsidR="00004713">
        <w:rPr>
          <w:sz w:val="20"/>
        </w:rPr>
        <w:tab/>
        <w:t>au 06.22.42.37.76</w:t>
      </w:r>
    </w:p>
    <w:p w:rsidR="004A63D4" w:rsidRDefault="004A63D4" w:rsidP="004A63D4">
      <w:pPr>
        <w:pStyle w:val="Normalcentr"/>
        <w:spacing w:before="120"/>
        <w:ind w:left="0" w:right="112"/>
        <w:rPr>
          <w:sz w:val="20"/>
          <w:szCs w:val="20"/>
        </w:rPr>
      </w:pPr>
    </w:p>
    <w:p w:rsidR="00D8699E" w:rsidRPr="00D8699E" w:rsidRDefault="00D8699E" w:rsidP="00D8699E">
      <w:pPr>
        <w:rPr>
          <w:rFonts w:cs="Arial"/>
          <w:sz w:val="20"/>
        </w:rPr>
      </w:pPr>
    </w:p>
    <w:p w:rsidR="00D8699E" w:rsidRPr="00D8699E" w:rsidRDefault="00D8699E" w:rsidP="00D8699E">
      <w:pPr>
        <w:rPr>
          <w:rFonts w:cs="Arial"/>
          <w:sz w:val="20"/>
        </w:rPr>
      </w:pPr>
      <w:r w:rsidRPr="00D8699E">
        <w:rPr>
          <w:rFonts w:cs="Arial"/>
          <w:sz w:val="20"/>
        </w:rPr>
        <w:t>Veuillez agréer, Madame, Monsieur, l’expression de ma considération distinguée.</w:t>
      </w:r>
    </w:p>
    <w:p w:rsidR="00301BA1" w:rsidRPr="00301BA1" w:rsidRDefault="00301BA1" w:rsidP="00301BA1">
      <w:pPr>
        <w:rPr>
          <w:sz w:val="20"/>
        </w:rPr>
      </w:pPr>
    </w:p>
    <w:p w:rsidR="00301BA1" w:rsidRDefault="00301BA1" w:rsidP="00301BA1">
      <w:pPr>
        <w:jc w:val="center"/>
        <w:rPr>
          <w:sz w:val="20"/>
        </w:rPr>
      </w:pPr>
    </w:p>
    <w:p w:rsidR="00301BA1" w:rsidRDefault="00301BA1" w:rsidP="008A0593">
      <w:pPr>
        <w:jc w:val="center"/>
        <w:rPr>
          <w:rFonts w:cs="Arial"/>
          <w:sz w:val="20"/>
        </w:rPr>
      </w:pPr>
      <w:r>
        <w:rPr>
          <w:rFonts w:cs="Arial"/>
          <w:sz w:val="20"/>
        </w:rPr>
        <w:t>L’Ingénieur Général de 2</w:t>
      </w:r>
      <w:r w:rsidRPr="002D1D40">
        <w:rPr>
          <w:rFonts w:cs="Arial"/>
          <w:sz w:val="20"/>
          <w:vertAlign w:val="superscript"/>
        </w:rPr>
        <w:t>ème</w:t>
      </w:r>
      <w:r w:rsidR="00A14161">
        <w:rPr>
          <w:rFonts w:cs="Arial"/>
          <w:sz w:val="20"/>
        </w:rPr>
        <w:t xml:space="preserve"> classe </w:t>
      </w:r>
      <w:r w:rsidR="00B42B8F" w:rsidRPr="00B42B8F">
        <w:rPr>
          <w:rFonts w:cs="Arial"/>
          <w:sz w:val="20"/>
        </w:rPr>
        <w:t>Philippe BRISEMURE</w:t>
      </w:r>
      <w:r w:rsidR="00AF5EB4">
        <w:rPr>
          <w:rFonts w:cs="Arial"/>
          <w:sz w:val="20"/>
        </w:rPr>
        <w:t xml:space="preserve">, directeur du </w:t>
      </w:r>
      <w:r>
        <w:rPr>
          <w:rFonts w:cs="Arial"/>
          <w:sz w:val="20"/>
        </w:rPr>
        <w:t xml:space="preserve">SID </w:t>
      </w:r>
      <w:r w:rsidR="00AF5EB4">
        <w:rPr>
          <w:rFonts w:cs="Arial"/>
          <w:sz w:val="20"/>
        </w:rPr>
        <w:t>Nord-Ouest</w:t>
      </w:r>
    </w:p>
    <w:p w:rsidR="008A0593" w:rsidRDefault="008A0593" w:rsidP="008A0593">
      <w:pPr>
        <w:jc w:val="center"/>
        <w:rPr>
          <w:sz w:val="20"/>
        </w:rPr>
      </w:pPr>
      <w:r>
        <w:rPr>
          <w:sz w:val="20"/>
        </w:rPr>
        <w:t>Pour le Directeur du Service d’Infrastructure de la Défense Nord-Ouest et par délégation</w:t>
      </w:r>
    </w:p>
    <w:p w:rsidR="00557AF0" w:rsidRDefault="00AF5EB4" w:rsidP="008A0593">
      <w:pPr>
        <w:jc w:val="center"/>
        <w:rPr>
          <w:rFonts w:cs="Arial"/>
          <w:sz w:val="20"/>
        </w:rPr>
      </w:pPr>
      <w:r w:rsidRPr="007B4444">
        <w:rPr>
          <w:rFonts w:cs="Arial"/>
          <w:sz w:val="20"/>
        </w:rPr>
        <w:t>L’Ingénieur</w:t>
      </w:r>
      <w:r w:rsidR="00301BA1" w:rsidRPr="007B4444">
        <w:rPr>
          <w:rFonts w:cs="Arial"/>
          <w:sz w:val="20"/>
        </w:rPr>
        <w:t xml:space="preserve"> </w:t>
      </w:r>
      <w:r w:rsidR="00EC668D">
        <w:rPr>
          <w:rFonts w:cs="Arial"/>
          <w:sz w:val="20"/>
        </w:rPr>
        <w:t>Civil Divisionnaire de la Défense Bruno MESANGE</w:t>
      </w:r>
    </w:p>
    <w:p w:rsidR="00301BA1" w:rsidRPr="007B4444" w:rsidRDefault="002B3F1A" w:rsidP="008A0593">
      <w:pPr>
        <w:jc w:val="center"/>
        <w:rPr>
          <w:rFonts w:cs="Arial"/>
          <w:sz w:val="20"/>
        </w:rPr>
      </w:pPr>
      <w:r>
        <w:rPr>
          <w:rFonts w:cs="Arial"/>
          <w:sz w:val="20"/>
        </w:rPr>
        <w:t>Chef</w:t>
      </w:r>
      <w:r w:rsidR="00A14161">
        <w:rPr>
          <w:rFonts w:cs="Arial"/>
          <w:sz w:val="20"/>
        </w:rPr>
        <w:t xml:space="preserve"> </w:t>
      </w:r>
      <w:r w:rsidR="00EC668D">
        <w:rPr>
          <w:rFonts w:cs="Arial"/>
          <w:sz w:val="20"/>
        </w:rPr>
        <w:t>du Pôle Conduite des Opérations</w:t>
      </w:r>
      <w:r w:rsidR="00A14161">
        <w:rPr>
          <w:rFonts w:cs="Arial"/>
          <w:sz w:val="20"/>
        </w:rPr>
        <w:t xml:space="preserve"> </w:t>
      </w:r>
      <w:r w:rsidR="00255731">
        <w:rPr>
          <w:rFonts w:cs="Arial"/>
          <w:sz w:val="20"/>
        </w:rPr>
        <w:t>d’Angers</w:t>
      </w:r>
    </w:p>
    <w:p w:rsidR="00301BA1" w:rsidRPr="007B4444" w:rsidRDefault="00301BA1" w:rsidP="00301BA1">
      <w:pPr>
        <w:rPr>
          <w:rFonts w:cs="Arial"/>
          <w:sz w:val="20"/>
        </w:rPr>
      </w:pPr>
    </w:p>
    <w:p w:rsidR="00676C9E" w:rsidRPr="007B4444" w:rsidRDefault="00676C9E" w:rsidP="008F4191">
      <w:pPr>
        <w:rPr>
          <w:rFonts w:cs="Arial"/>
          <w:sz w:val="20"/>
        </w:rPr>
      </w:pPr>
    </w:p>
    <w:p w:rsidR="00676C9E" w:rsidRPr="007B4444" w:rsidRDefault="00676C9E" w:rsidP="008F4191">
      <w:pPr>
        <w:rPr>
          <w:rFonts w:cs="Arial"/>
          <w:sz w:val="20"/>
        </w:rPr>
      </w:pPr>
    </w:p>
    <w:p w:rsidR="0099310B" w:rsidRPr="009955AA" w:rsidRDefault="0099310B" w:rsidP="008F4191">
      <w:pPr>
        <w:jc w:val="both"/>
        <w:rPr>
          <w:rFonts w:cs="Arial"/>
          <w:sz w:val="20"/>
        </w:rPr>
      </w:pPr>
    </w:p>
    <w:p w:rsidR="00301BA1" w:rsidRDefault="00301BA1" w:rsidP="008F4191">
      <w:pPr>
        <w:jc w:val="both"/>
        <w:rPr>
          <w:rFonts w:cs="Arial"/>
          <w:sz w:val="20"/>
        </w:rPr>
      </w:pPr>
    </w:p>
    <w:p w:rsidR="00301BA1" w:rsidRDefault="00301BA1" w:rsidP="008F4191">
      <w:pPr>
        <w:jc w:val="both"/>
        <w:rPr>
          <w:rFonts w:cs="Arial"/>
          <w:sz w:val="20"/>
        </w:rPr>
      </w:pPr>
    </w:p>
    <w:p w:rsidR="00301BA1" w:rsidRDefault="00301BA1" w:rsidP="008F4191">
      <w:pPr>
        <w:jc w:val="both"/>
        <w:rPr>
          <w:rFonts w:cs="Arial"/>
          <w:sz w:val="20"/>
        </w:rPr>
      </w:pPr>
    </w:p>
    <w:sectPr w:rsidR="00301BA1" w:rsidSect="0099310B">
      <w:headerReference w:type="even" r:id="rId17"/>
      <w:headerReference w:type="default" r:id="rId18"/>
      <w:footerReference w:type="even" r:id="rId19"/>
      <w:footerReference w:type="default" r:id="rId20"/>
      <w:headerReference w:type="first" r:id="rId21"/>
      <w:footerReference w:type="first" r:id="rId22"/>
      <w:pgSz w:w="11906" w:h="16838" w:code="9"/>
      <w:pgMar w:top="964" w:right="964" w:bottom="964" w:left="964" w:header="964" w:footer="96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835" w:rsidRDefault="00B13835">
      <w:r>
        <w:separator/>
      </w:r>
    </w:p>
  </w:endnote>
  <w:endnote w:type="continuationSeparator" w:id="0">
    <w:p w:rsidR="00B13835" w:rsidRDefault="00B13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inion Pro">
    <w:altName w:val="Cambria Math"/>
    <w:charset w:val="00"/>
    <w:family w:val="roman"/>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9B9" w:rsidRPr="000659B9" w:rsidRDefault="00E775C2" w:rsidP="000659B9">
    <w:pPr>
      <w:pStyle w:val="Pieddepage"/>
      <w:rPr>
        <w:sz w:val="14"/>
      </w:rPr>
    </w:pPr>
    <w:r>
      <w:rPr>
        <w:noProof/>
        <w:sz w:val="14"/>
      </w:rPr>
      <w:t>Unité de Soutien de l’Infrastructure de la Défense d’Angers</w:t>
    </w:r>
  </w:p>
  <w:p w:rsidR="000659B9" w:rsidRDefault="00E775C2" w:rsidP="000659B9">
    <w:pPr>
      <w:pStyle w:val="Pieddepage"/>
      <w:rPr>
        <w:sz w:val="14"/>
      </w:rPr>
    </w:pPr>
    <w:r>
      <w:rPr>
        <w:sz w:val="14"/>
      </w:rPr>
      <w:t>5 rue des Petites Musses – B.P. 14</w:t>
    </w:r>
    <w:r>
      <w:rPr>
        <w:rFonts w:ascii="Calibri" w:hAnsi="Calibri" w:cs="Calibri"/>
        <w:sz w:val="14"/>
      </w:rPr>
      <w:t> </w:t>
    </w:r>
    <w:r>
      <w:rPr>
        <w:sz w:val="14"/>
      </w:rPr>
      <w:t>114 – 49</w:t>
    </w:r>
    <w:r>
      <w:rPr>
        <w:rFonts w:ascii="Calibri" w:hAnsi="Calibri" w:cs="Calibri"/>
        <w:sz w:val="14"/>
      </w:rPr>
      <w:t> </w:t>
    </w:r>
    <w:r>
      <w:rPr>
        <w:sz w:val="14"/>
      </w:rPr>
      <w:t xml:space="preserve">041 </w:t>
    </w:r>
    <w:r w:rsidR="000767E0">
      <w:rPr>
        <w:sz w:val="14"/>
      </w:rPr>
      <w:t>ANGERS CEDEX 01</w:t>
    </w:r>
    <w:r>
      <w:rPr>
        <w:sz w:val="14"/>
      </w:rPr>
      <w:t xml:space="preserve"> </w:t>
    </w:r>
  </w:p>
  <w:p w:rsidR="000F3F71" w:rsidRDefault="000F3F71" w:rsidP="000659B9">
    <w:pPr>
      <w:pStyle w:val="Pieddepage"/>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835" w:rsidRDefault="00B13835">
      <w:r>
        <w:separator/>
      </w:r>
    </w:p>
  </w:footnote>
  <w:footnote w:type="continuationSeparator" w:id="0">
    <w:p w:rsidR="00B13835" w:rsidRDefault="00B138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28D" w:rsidRPr="00865300" w:rsidRDefault="00BB028D" w:rsidP="0099310B">
    <w:pPr>
      <w:pStyle w:val="En-tte"/>
      <w:spacing w:before="34" w:after="34"/>
      <w:ind w:right="964"/>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DFF" w:rsidRPr="00865300" w:rsidRDefault="00D139F7" w:rsidP="0099310B">
    <w:pPr>
      <w:pStyle w:val="En-tte"/>
      <w:rPr>
        <w:sz w:val="20"/>
      </w:rPr>
    </w:pPr>
    <w:r>
      <w:rPr>
        <w:noProof/>
        <w:sz w:val="20"/>
      </w:rPr>
      <w:drawing>
        <wp:anchor distT="0" distB="0" distL="114300" distR="114300" simplePos="0" relativeHeight="251658240" behindDoc="1" locked="0" layoutInCell="1" allowOverlap="0" wp14:anchorId="1C9B7543" wp14:editId="1C9B7544">
          <wp:simplePos x="0" y="0"/>
          <wp:positionH relativeFrom="column">
            <wp:posOffset>-605155</wp:posOffset>
          </wp:positionH>
          <wp:positionV relativeFrom="page">
            <wp:posOffset>5240</wp:posOffset>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D31D7"/>
    <w:multiLevelType w:val="hybridMultilevel"/>
    <w:tmpl w:val="AF528C32"/>
    <w:lvl w:ilvl="0" w:tplc="C4186C0E">
      <w:start w:val="4"/>
      <w:numFmt w:val="bullet"/>
      <w:lvlText w:val="-"/>
      <w:lvlJc w:val="left"/>
      <w:pPr>
        <w:tabs>
          <w:tab w:val="num" w:pos="720"/>
        </w:tabs>
        <w:ind w:left="720" w:hanging="360"/>
      </w:pPr>
      <w:rPr>
        <w:rFonts w:ascii="Arial" w:eastAsia="Times New Roman" w:hAnsi="Arial" w:cs="Aria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330343"/>
    <w:multiLevelType w:val="hybridMultilevel"/>
    <w:tmpl w:val="80B4E7B0"/>
    <w:lvl w:ilvl="0" w:tplc="040C000B">
      <w:start w:val="1"/>
      <w:numFmt w:val="bullet"/>
      <w:lvlText w:val=""/>
      <w:lvlJc w:val="left"/>
      <w:pPr>
        <w:tabs>
          <w:tab w:val="num" w:pos="502"/>
        </w:tabs>
        <w:ind w:left="502" w:hanging="360"/>
      </w:pPr>
      <w:rPr>
        <w:rFonts w:ascii="Wingdings" w:hAnsi="Wingdings" w:hint="default"/>
      </w:rPr>
    </w:lvl>
    <w:lvl w:ilvl="1" w:tplc="040C0003" w:tentative="1">
      <w:start w:val="1"/>
      <w:numFmt w:val="bullet"/>
      <w:lvlText w:val="o"/>
      <w:lvlJc w:val="left"/>
      <w:pPr>
        <w:tabs>
          <w:tab w:val="num" w:pos="1222"/>
        </w:tabs>
        <w:ind w:left="1222" w:hanging="360"/>
      </w:pPr>
      <w:rPr>
        <w:rFonts w:ascii="Courier New" w:hAnsi="Courier New" w:cs="Courier New" w:hint="default"/>
      </w:rPr>
    </w:lvl>
    <w:lvl w:ilvl="2" w:tplc="040C0005" w:tentative="1">
      <w:start w:val="1"/>
      <w:numFmt w:val="bullet"/>
      <w:lvlText w:val=""/>
      <w:lvlJc w:val="left"/>
      <w:pPr>
        <w:tabs>
          <w:tab w:val="num" w:pos="1942"/>
        </w:tabs>
        <w:ind w:left="1942" w:hanging="360"/>
      </w:pPr>
      <w:rPr>
        <w:rFonts w:ascii="Wingdings" w:hAnsi="Wingdings" w:hint="default"/>
      </w:rPr>
    </w:lvl>
    <w:lvl w:ilvl="3" w:tplc="040C0001" w:tentative="1">
      <w:start w:val="1"/>
      <w:numFmt w:val="bullet"/>
      <w:lvlText w:val=""/>
      <w:lvlJc w:val="left"/>
      <w:pPr>
        <w:tabs>
          <w:tab w:val="num" w:pos="2662"/>
        </w:tabs>
        <w:ind w:left="2662" w:hanging="360"/>
      </w:pPr>
      <w:rPr>
        <w:rFonts w:ascii="Symbol" w:hAnsi="Symbol" w:hint="default"/>
      </w:rPr>
    </w:lvl>
    <w:lvl w:ilvl="4" w:tplc="040C0003" w:tentative="1">
      <w:start w:val="1"/>
      <w:numFmt w:val="bullet"/>
      <w:lvlText w:val="o"/>
      <w:lvlJc w:val="left"/>
      <w:pPr>
        <w:tabs>
          <w:tab w:val="num" w:pos="3382"/>
        </w:tabs>
        <w:ind w:left="3382" w:hanging="360"/>
      </w:pPr>
      <w:rPr>
        <w:rFonts w:ascii="Courier New" w:hAnsi="Courier New" w:cs="Courier New" w:hint="default"/>
      </w:rPr>
    </w:lvl>
    <w:lvl w:ilvl="5" w:tplc="040C0005" w:tentative="1">
      <w:start w:val="1"/>
      <w:numFmt w:val="bullet"/>
      <w:lvlText w:val=""/>
      <w:lvlJc w:val="left"/>
      <w:pPr>
        <w:tabs>
          <w:tab w:val="num" w:pos="4102"/>
        </w:tabs>
        <w:ind w:left="4102" w:hanging="360"/>
      </w:pPr>
      <w:rPr>
        <w:rFonts w:ascii="Wingdings" w:hAnsi="Wingdings" w:hint="default"/>
      </w:rPr>
    </w:lvl>
    <w:lvl w:ilvl="6" w:tplc="040C0001" w:tentative="1">
      <w:start w:val="1"/>
      <w:numFmt w:val="bullet"/>
      <w:lvlText w:val=""/>
      <w:lvlJc w:val="left"/>
      <w:pPr>
        <w:tabs>
          <w:tab w:val="num" w:pos="4822"/>
        </w:tabs>
        <w:ind w:left="4822" w:hanging="360"/>
      </w:pPr>
      <w:rPr>
        <w:rFonts w:ascii="Symbol" w:hAnsi="Symbol" w:hint="default"/>
      </w:rPr>
    </w:lvl>
    <w:lvl w:ilvl="7" w:tplc="040C0003" w:tentative="1">
      <w:start w:val="1"/>
      <w:numFmt w:val="bullet"/>
      <w:lvlText w:val="o"/>
      <w:lvlJc w:val="left"/>
      <w:pPr>
        <w:tabs>
          <w:tab w:val="num" w:pos="5542"/>
        </w:tabs>
        <w:ind w:left="5542" w:hanging="360"/>
      </w:pPr>
      <w:rPr>
        <w:rFonts w:ascii="Courier New" w:hAnsi="Courier New" w:cs="Courier New" w:hint="default"/>
      </w:rPr>
    </w:lvl>
    <w:lvl w:ilvl="8" w:tplc="040C0005" w:tentative="1">
      <w:start w:val="1"/>
      <w:numFmt w:val="bullet"/>
      <w:lvlText w:val=""/>
      <w:lvlJc w:val="left"/>
      <w:pPr>
        <w:tabs>
          <w:tab w:val="num" w:pos="6262"/>
        </w:tabs>
        <w:ind w:left="6262" w:hanging="360"/>
      </w:pPr>
      <w:rPr>
        <w:rFonts w:ascii="Wingdings" w:hAnsi="Wingdings" w:hint="default"/>
      </w:rPr>
    </w:lvl>
  </w:abstractNum>
  <w:abstractNum w:abstractNumId="2" w15:restartNumberingAfterBreak="0">
    <w:nsid w:val="24A043C2"/>
    <w:multiLevelType w:val="hybridMultilevel"/>
    <w:tmpl w:val="DAD00D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83821B8"/>
    <w:multiLevelType w:val="hybridMultilevel"/>
    <w:tmpl w:val="F3627E4C"/>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2A3EFE"/>
    <w:multiLevelType w:val="hybridMultilevel"/>
    <w:tmpl w:val="321EF0DE"/>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39192E"/>
    <w:multiLevelType w:val="hybridMultilevel"/>
    <w:tmpl w:val="733C4D8A"/>
    <w:lvl w:ilvl="0" w:tplc="A1C465BC">
      <w:numFmt w:val="bullet"/>
      <w:lvlText w:val="-"/>
      <w:lvlJc w:val="left"/>
      <w:pPr>
        <w:tabs>
          <w:tab w:val="num" w:pos="720"/>
        </w:tabs>
        <w:ind w:left="720" w:hanging="360"/>
      </w:pPr>
      <w:rPr>
        <w:rFonts w:ascii="Arial" w:eastAsia="Times New Roman" w:hAnsi="Arial" w:cs="Arial" w:hint="default"/>
      </w:rPr>
    </w:lvl>
    <w:lvl w:ilvl="1" w:tplc="040C000B">
      <w:start w:val="1"/>
      <w:numFmt w:val="bullet"/>
      <w:lvlText w:val=""/>
      <w:lvlJc w:val="left"/>
      <w:pPr>
        <w:tabs>
          <w:tab w:val="num" w:pos="1440"/>
        </w:tabs>
        <w:ind w:left="1440" w:hanging="360"/>
      </w:pPr>
      <w:rPr>
        <w:rFonts w:ascii="Wingdings" w:hAnsi="Wingdings" w:hint="default"/>
      </w:rPr>
    </w:lvl>
    <w:lvl w:ilvl="2" w:tplc="9C6A308C">
      <w:numFmt w:val="bullet"/>
      <w:lvlText w:val="-"/>
      <w:lvlJc w:val="left"/>
      <w:pPr>
        <w:tabs>
          <w:tab w:val="num" w:pos="2340"/>
        </w:tabs>
        <w:ind w:left="2340" w:hanging="360"/>
      </w:pPr>
      <w:rPr>
        <w:rFonts w:ascii="Times New Roman" w:eastAsia="Times New Roman" w:hAnsi="Times New Roman" w:cs="Times New Roman"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419E1CCF"/>
    <w:multiLevelType w:val="hybridMultilevel"/>
    <w:tmpl w:val="E2E072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E915AEE"/>
    <w:multiLevelType w:val="hybridMultilevel"/>
    <w:tmpl w:val="69E83FB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2553AAC"/>
    <w:multiLevelType w:val="hybridMultilevel"/>
    <w:tmpl w:val="3208A4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9400AC5"/>
    <w:multiLevelType w:val="hybridMultilevel"/>
    <w:tmpl w:val="5D38A100"/>
    <w:lvl w:ilvl="0" w:tplc="E6F4D77A">
      <w:start w:val="1"/>
      <w:numFmt w:val="decimal"/>
      <w:lvlText w:val="%1)"/>
      <w:lvlJc w:val="left"/>
      <w:pPr>
        <w:tabs>
          <w:tab w:val="num" w:pos="720"/>
        </w:tabs>
        <w:ind w:left="720" w:hanging="36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7E5C55E4"/>
    <w:multiLevelType w:val="hybridMultilevel"/>
    <w:tmpl w:val="9E9C6E70"/>
    <w:lvl w:ilvl="0" w:tplc="405ED2E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6"/>
  </w:num>
  <w:num w:numId="4">
    <w:abstractNumId w:val="2"/>
  </w:num>
  <w:num w:numId="5">
    <w:abstractNumId w:val="4"/>
  </w:num>
  <w:num w:numId="6">
    <w:abstractNumId w:val="5"/>
  </w:num>
  <w:num w:numId="7">
    <w:abstractNumId w:val="1"/>
  </w:num>
  <w:num w:numId="8">
    <w:abstractNumId w:val="9"/>
  </w:num>
  <w:num w:numId="9">
    <w:abstractNumId w:val="7"/>
  </w:num>
  <w:num w:numId="10">
    <w:abstractNumId w:val="3"/>
  </w:num>
  <w:num w:numId="11">
    <w:abstractNumId w:val="8"/>
  </w:num>
  <w:num w:numId="12">
    <w:abstractNumId w:val="4"/>
    <w:lvlOverride w:ilvl="0">
      <w:startOverride w:val="1"/>
    </w:lvlOverride>
    <w:lvlOverride w:ilvl="1"/>
    <w:lvlOverride w:ilvl="2"/>
    <w:lvlOverride w:ilvl="3"/>
    <w:lvlOverride w:ilvl="4"/>
    <w:lvlOverride w:ilvl="5"/>
    <w:lvlOverride w:ilvl="6"/>
    <w:lvlOverride w:ilvl="7"/>
    <w:lvlOverride w:ilv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5C2"/>
    <w:rsid w:val="000004F9"/>
    <w:rsid w:val="00002222"/>
    <w:rsid w:val="00003BDC"/>
    <w:rsid w:val="00003C20"/>
    <w:rsid w:val="00004713"/>
    <w:rsid w:val="00004EF2"/>
    <w:rsid w:val="00012252"/>
    <w:rsid w:val="00024903"/>
    <w:rsid w:val="00032B80"/>
    <w:rsid w:val="0003427D"/>
    <w:rsid w:val="00041CE2"/>
    <w:rsid w:val="00064AAE"/>
    <w:rsid w:val="000659B9"/>
    <w:rsid w:val="000767E0"/>
    <w:rsid w:val="000821D9"/>
    <w:rsid w:val="000A2ECA"/>
    <w:rsid w:val="000B15AB"/>
    <w:rsid w:val="000B5F16"/>
    <w:rsid w:val="000B7969"/>
    <w:rsid w:val="000C3EE9"/>
    <w:rsid w:val="000C6025"/>
    <w:rsid w:val="000C6772"/>
    <w:rsid w:val="000D335B"/>
    <w:rsid w:val="000D52ED"/>
    <w:rsid w:val="000E5BEA"/>
    <w:rsid w:val="000F3F71"/>
    <w:rsid w:val="00105735"/>
    <w:rsid w:val="001057B2"/>
    <w:rsid w:val="001108BA"/>
    <w:rsid w:val="001218B0"/>
    <w:rsid w:val="00160FD2"/>
    <w:rsid w:val="00177B22"/>
    <w:rsid w:val="001867EB"/>
    <w:rsid w:val="001A2250"/>
    <w:rsid w:val="001C0E9B"/>
    <w:rsid w:val="001D04D0"/>
    <w:rsid w:val="001F213D"/>
    <w:rsid w:val="00214F04"/>
    <w:rsid w:val="0024374B"/>
    <w:rsid w:val="00251A9B"/>
    <w:rsid w:val="00255731"/>
    <w:rsid w:val="0026675B"/>
    <w:rsid w:val="00283FCE"/>
    <w:rsid w:val="00292A4D"/>
    <w:rsid w:val="002B2952"/>
    <w:rsid w:val="002B3F1A"/>
    <w:rsid w:val="002D1D40"/>
    <w:rsid w:val="002E085A"/>
    <w:rsid w:val="002F3146"/>
    <w:rsid w:val="00301BA1"/>
    <w:rsid w:val="00317F06"/>
    <w:rsid w:val="0032356C"/>
    <w:rsid w:val="00324B00"/>
    <w:rsid w:val="00335740"/>
    <w:rsid w:val="00345305"/>
    <w:rsid w:val="00346C33"/>
    <w:rsid w:val="00355DFF"/>
    <w:rsid w:val="00364607"/>
    <w:rsid w:val="00380D79"/>
    <w:rsid w:val="003904CA"/>
    <w:rsid w:val="003B04E8"/>
    <w:rsid w:val="003D36C9"/>
    <w:rsid w:val="003E6D3A"/>
    <w:rsid w:val="003F720D"/>
    <w:rsid w:val="00410119"/>
    <w:rsid w:val="00412D31"/>
    <w:rsid w:val="004304B6"/>
    <w:rsid w:val="00446490"/>
    <w:rsid w:val="004510CB"/>
    <w:rsid w:val="00463FF3"/>
    <w:rsid w:val="00482800"/>
    <w:rsid w:val="004A63D4"/>
    <w:rsid w:val="004E314E"/>
    <w:rsid w:val="0050736C"/>
    <w:rsid w:val="00536086"/>
    <w:rsid w:val="005365AA"/>
    <w:rsid w:val="005411D3"/>
    <w:rsid w:val="0054369F"/>
    <w:rsid w:val="00552993"/>
    <w:rsid w:val="0055454C"/>
    <w:rsid w:val="00557AF0"/>
    <w:rsid w:val="00563B64"/>
    <w:rsid w:val="00571E74"/>
    <w:rsid w:val="00582E89"/>
    <w:rsid w:val="00583F9D"/>
    <w:rsid w:val="0059206C"/>
    <w:rsid w:val="00597C54"/>
    <w:rsid w:val="005A0BF9"/>
    <w:rsid w:val="005A1076"/>
    <w:rsid w:val="005A24FF"/>
    <w:rsid w:val="005D256F"/>
    <w:rsid w:val="005D4E70"/>
    <w:rsid w:val="005E42D6"/>
    <w:rsid w:val="00614727"/>
    <w:rsid w:val="0061622A"/>
    <w:rsid w:val="00635CA8"/>
    <w:rsid w:val="006622F1"/>
    <w:rsid w:val="00663C39"/>
    <w:rsid w:val="00664900"/>
    <w:rsid w:val="00676C9E"/>
    <w:rsid w:val="00681271"/>
    <w:rsid w:val="006B4840"/>
    <w:rsid w:val="006C2D4C"/>
    <w:rsid w:val="00700947"/>
    <w:rsid w:val="007344BE"/>
    <w:rsid w:val="007511E3"/>
    <w:rsid w:val="00787EC3"/>
    <w:rsid w:val="007B4444"/>
    <w:rsid w:val="007B5386"/>
    <w:rsid w:val="007B683E"/>
    <w:rsid w:val="007D7F39"/>
    <w:rsid w:val="007E2BED"/>
    <w:rsid w:val="007F6188"/>
    <w:rsid w:val="007F739E"/>
    <w:rsid w:val="00814417"/>
    <w:rsid w:val="00823D73"/>
    <w:rsid w:val="00844E79"/>
    <w:rsid w:val="008533C3"/>
    <w:rsid w:val="00853A23"/>
    <w:rsid w:val="00854D6E"/>
    <w:rsid w:val="00865300"/>
    <w:rsid w:val="008745EC"/>
    <w:rsid w:val="00874DFF"/>
    <w:rsid w:val="008A0593"/>
    <w:rsid w:val="008C0934"/>
    <w:rsid w:val="008F3E02"/>
    <w:rsid w:val="008F4191"/>
    <w:rsid w:val="00921C7F"/>
    <w:rsid w:val="009339C6"/>
    <w:rsid w:val="009537B1"/>
    <w:rsid w:val="0095607B"/>
    <w:rsid w:val="0096736A"/>
    <w:rsid w:val="0099310B"/>
    <w:rsid w:val="00994BF8"/>
    <w:rsid w:val="009955AA"/>
    <w:rsid w:val="009B0165"/>
    <w:rsid w:val="009C64DB"/>
    <w:rsid w:val="009C6A29"/>
    <w:rsid w:val="009D1136"/>
    <w:rsid w:val="009E731E"/>
    <w:rsid w:val="009F4EB1"/>
    <w:rsid w:val="009F57BE"/>
    <w:rsid w:val="00A00386"/>
    <w:rsid w:val="00A14161"/>
    <w:rsid w:val="00A17E4B"/>
    <w:rsid w:val="00A32392"/>
    <w:rsid w:val="00A36258"/>
    <w:rsid w:val="00A47563"/>
    <w:rsid w:val="00A87B35"/>
    <w:rsid w:val="00A9412D"/>
    <w:rsid w:val="00AA40D5"/>
    <w:rsid w:val="00AB1BD6"/>
    <w:rsid w:val="00AB6648"/>
    <w:rsid w:val="00AB6D20"/>
    <w:rsid w:val="00AC4532"/>
    <w:rsid w:val="00AC755E"/>
    <w:rsid w:val="00AF5EB4"/>
    <w:rsid w:val="00B11B27"/>
    <w:rsid w:val="00B12D3C"/>
    <w:rsid w:val="00B13835"/>
    <w:rsid w:val="00B264DF"/>
    <w:rsid w:val="00B42B8F"/>
    <w:rsid w:val="00B73ADB"/>
    <w:rsid w:val="00B766E5"/>
    <w:rsid w:val="00B82A3C"/>
    <w:rsid w:val="00B8389F"/>
    <w:rsid w:val="00B912B9"/>
    <w:rsid w:val="00BA160C"/>
    <w:rsid w:val="00BA16AE"/>
    <w:rsid w:val="00BB0105"/>
    <w:rsid w:val="00BB028D"/>
    <w:rsid w:val="00BB0C10"/>
    <w:rsid w:val="00BB3C13"/>
    <w:rsid w:val="00BC21AF"/>
    <w:rsid w:val="00C066F0"/>
    <w:rsid w:val="00C17514"/>
    <w:rsid w:val="00C4695F"/>
    <w:rsid w:val="00C5349A"/>
    <w:rsid w:val="00C547C7"/>
    <w:rsid w:val="00C73C88"/>
    <w:rsid w:val="00C83D99"/>
    <w:rsid w:val="00C8716E"/>
    <w:rsid w:val="00CA3EF3"/>
    <w:rsid w:val="00CB27BA"/>
    <w:rsid w:val="00CC3761"/>
    <w:rsid w:val="00CD1CAC"/>
    <w:rsid w:val="00CD4FD0"/>
    <w:rsid w:val="00CD6211"/>
    <w:rsid w:val="00CD7C3F"/>
    <w:rsid w:val="00CE0E69"/>
    <w:rsid w:val="00CF2748"/>
    <w:rsid w:val="00D11AAD"/>
    <w:rsid w:val="00D139F7"/>
    <w:rsid w:val="00D219E0"/>
    <w:rsid w:val="00D351AE"/>
    <w:rsid w:val="00D4561F"/>
    <w:rsid w:val="00D4760E"/>
    <w:rsid w:val="00D6241B"/>
    <w:rsid w:val="00D76278"/>
    <w:rsid w:val="00D815FF"/>
    <w:rsid w:val="00D8699E"/>
    <w:rsid w:val="00DA061A"/>
    <w:rsid w:val="00DA7FFB"/>
    <w:rsid w:val="00DC54D7"/>
    <w:rsid w:val="00DD3F68"/>
    <w:rsid w:val="00DE1A15"/>
    <w:rsid w:val="00DE7A6A"/>
    <w:rsid w:val="00DF4836"/>
    <w:rsid w:val="00E16F40"/>
    <w:rsid w:val="00E262A6"/>
    <w:rsid w:val="00E267D9"/>
    <w:rsid w:val="00E41A23"/>
    <w:rsid w:val="00E46628"/>
    <w:rsid w:val="00E541B4"/>
    <w:rsid w:val="00E628B3"/>
    <w:rsid w:val="00E6310B"/>
    <w:rsid w:val="00E775C2"/>
    <w:rsid w:val="00E8027E"/>
    <w:rsid w:val="00E955D7"/>
    <w:rsid w:val="00E9591F"/>
    <w:rsid w:val="00EA6EE0"/>
    <w:rsid w:val="00EC668D"/>
    <w:rsid w:val="00ED3AA1"/>
    <w:rsid w:val="00F00959"/>
    <w:rsid w:val="00F20B77"/>
    <w:rsid w:val="00F26590"/>
    <w:rsid w:val="00F31C8D"/>
    <w:rsid w:val="00F534B3"/>
    <w:rsid w:val="00F63977"/>
    <w:rsid w:val="00F74C08"/>
    <w:rsid w:val="00F77014"/>
    <w:rsid w:val="00FB2BBD"/>
    <w:rsid w:val="00FE64B8"/>
    <w:rsid w:val="00FF7A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CB1A01"/>
  <w15:chartTrackingRefBased/>
  <w15:docId w15:val="{44FD627B-BFD0-4C6D-B0DC-B1BAEB1A3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2B8F"/>
    <w:rPr>
      <w:rFonts w:ascii="Marianne" w:hAnsi="Marianne"/>
      <w:sz w:val="22"/>
    </w:rPr>
  </w:style>
  <w:style w:type="paragraph" w:styleId="Titre4">
    <w:name w:val="heading 4"/>
    <w:basedOn w:val="Normal"/>
    <w:next w:val="Normal"/>
    <w:link w:val="Titre4Car"/>
    <w:qFormat/>
    <w:rsid w:val="007B683E"/>
    <w:pPr>
      <w:keepNext/>
      <w:ind w:left="1560" w:hanging="1418"/>
      <w:outlineLvl w:val="3"/>
    </w:pPr>
    <w:rPr>
      <w:rFonts w:eastAsia="Times New Roman" w:cs="Arial"/>
      <w:sz w:val="18"/>
      <w:szCs w:val="1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CD1CAC"/>
    <w:pPr>
      <w:autoSpaceDE w:val="0"/>
      <w:autoSpaceDN w:val="0"/>
      <w:adjustRightInd w:val="0"/>
      <w:spacing w:line="288" w:lineRule="auto"/>
      <w:textAlignment w:val="center"/>
    </w:pPr>
    <w:rPr>
      <w:rFonts w:ascii="Minion Pro" w:hAnsi="Minion Pro" w:cs="Minion Pro"/>
      <w:color w:val="000000"/>
      <w:sz w:val="24"/>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character" w:customStyle="1" w:styleId="PieddepageCar">
    <w:name w:val="Pied de page Car"/>
    <w:basedOn w:val="Policepardfaut"/>
    <w:link w:val="Pieddepage"/>
    <w:rsid w:val="000659B9"/>
    <w:rPr>
      <w:rFonts w:ascii="Arial" w:hAnsi="Arial"/>
      <w:sz w:val="24"/>
    </w:rPr>
  </w:style>
  <w:style w:type="character" w:customStyle="1" w:styleId="En-tteCar">
    <w:name w:val="En-tête Car"/>
    <w:basedOn w:val="Policepardfaut"/>
    <w:link w:val="En-tte"/>
    <w:semiHidden/>
    <w:rsid w:val="007B4444"/>
    <w:rPr>
      <w:rFonts w:ascii="Arial" w:hAnsi="Arial"/>
      <w:sz w:val="24"/>
    </w:rPr>
  </w:style>
  <w:style w:type="paragraph" w:styleId="Corpsdetexte">
    <w:name w:val="Body Text"/>
    <w:basedOn w:val="Normal"/>
    <w:link w:val="CorpsdetexteCar"/>
    <w:semiHidden/>
    <w:unhideWhenUsed/>
    <w:rsid w:val="007B4444"/>
    <w:pPr>
      <w:spacing w:after="120"/>
      <w:jc w:val="both"/>
    </w:pPr>
    <w:rPr>
      <w:rFonts w:ascii="Times New Roman" w:eastAsia="Times New Roman" w:hAnsi="Times New Roman"/>
      <w:szCs w:val="22"/>
    </w:rPr>
  </w:style>
  <w:style w:type="character" w:customStyle="1" w:styleId="CorpsdetexteCar">
    <w:name w:val="Corps de texte Car"/>
    <w:basedOn w:val="Policepardfaut"/>
    <w:link w:val="Corpsdetexte"/>
    <w:semiHidden/>
    <w:rsid w:val="007B4444"/>
    <w:rPr>
      <w:rFonts w:ascii="Times New Roman" w:eastAsia="Times New Roman" w:hAnsi="Times New Roman"/>
      <w:sz w:val="22"/>
      <w:szCs w:val="22"/>
    </w:rPr>
  </w:style>
  <w:style w:type="paragraph" w:styleId="Corpsdetexte2">
    <w:name w:val="Body Text 2"/>
    <w:basedOn w:val="Normal"/>
    <w:link w:val="Corpsdetexte2Car"/>
    <w:semiHidden/>
    <w:unhideWhenUsed/>
    <w:rsid w:val="007B4444"/>
    <w:pPr>
      <w:jc w:val="both"/>
    </w:pPr>
    <w:rPr>
      <w:rFonts w:ascii="Times New Roman" w:eastAsia="Times New Roman" w:hAnsi="Times New Roman"/>
    </w:rPr>
  </w:style>
  <w:style w:type="character" w:customStyle="1" w:styleId="Corpsdetexte2Car">
    <w:name w:val="Corps de texte 2 Car"/>
    <w:basedOn w:val="Policepardfaut"/>
    <w:link w:val="Corpsdetexte2"/>
    <w:semiHidden/>
    <w:rsid w:val="007B4444"/>
    <w:rPr>
      <w:rFonts w:ascii="Times New Roman" w:eastAsia="Times New Roman" w:hAnsi="Times New Roman"/>
      <w:sz w:val="22"/>
    </w:rPr>
  </w:style>
  <w:style w:type="character" w:customStyle="1" w:styleId="Titre4Car">
    <w:name w:val="Titre 4 Car"/>
    <w:basedOn w:val="Policepardfaut"/>
    <w:link w:val="Titre4"/>
    <w:rsid w:val="007B683E"/>
    <w:rPr>
      <w:rFonts w:ascii="Arial" w:eastAsia="Times New Roman" w:hAnsi="Arial" w:cs="Arial"/>
      <w:sz w:val="18"/>
      <w:szCs w:val="18"/>
      <w:u w:val="single"/>
    </w:rPr>
  </w:style>
  <w:style w:type="paragraph" w:styleId="Normalcentr">
    <w:name w:val="Block Text"/>
    <w:basedOn w:val="Normal"/>
    <w:unhideWhenUsed/>
    <w:rsid w:val="004A63D4"/>
    <w:pPr>
      <w:tabs>
        <w:tab w:val="left" w:pos="1701"/>
      </w:tabs>
      <w:ind w:left="567" w:right="-286"/>
      <w:jc w:val="both"/>
    </w:pPr>
    <w:rPr>
      <w:rFonts w:eastAsia="Times New Roman" w:cs="Arial"/>
      <w:szCs w:val="24"/>
    </w:rPr>
  </w:style>
  <w:style w:type="paragraph" w:styleId="Paragraphedeliste">
    <w:name w:val="List Paragraph"/>
    <w:basedOn w:val="Normal"/>
    <w:uiPriority w:val="34"/>
    <w:qFormat/>
    <w:rsid w:val="00CF2748"/>
    <w:pPr>
      <w:ind w:left="720"/>
      <w:contextualSpacing/>
    </w:pPr>
  </w:style>
  <w:style w:type="paragraph" w:customStyle="1" w:styleId="Default">
    <w:name w:val="Default"/>
    <w:rsid w:val="00041CE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987732">
      <w:bodyDiv w:val="1"/>
      <w:marLeft w:val="0"/>
      <w:marRight w:val="0"/>
      <w:marTop w:val="0"/>
      <w:marBottom w:val="0"/>
      <w:divBdr>
        <w:top w:val="none" w:sz="0" w:space="0" w:color="auto"/>
        <w:left w:val="none" w:sz="0" w:space="0" w:color="auto"/>
        <w:bottom w:val="none" w:sz="0" w:space="0" w:color="auto"/>
        <w:right w:val="none" w:sz="0" w:space="0" w:color="auto"/>
      </w:divBdr>
    </w:div>
    <w:div w:id="626662532">
      <w:bodyDiv w:val="1"/>
      <w:marLeft w:val="0"/>
      <w:marRight w:val="0"/>
      <w:marTop w:val="0"/>
      <w:marBottom w:val="0"/>
      <w:divBdr>
        <w:top w:val="none" w:sz="0" w:space="0" w:color="auto"/>
        <w:left w:val="none" w:sz="0" w:space="0" w:color="auto"/>
        <w:bottom w:val="none" w:sz="0" w:space="0" w:color="auto"/>
        <w:right w:val="none" w:sz="0" w:space="0" w:color="auto"/>
      </w:divBdr>
    </w:div>
    <w:div w:id="1014501567">
      <w:bodyDiv w:val="1"/>
      <w:marLeft w:val="0"/>
      <w:marRight w:val="0"/>
      <w:marTop w:val="0"/>
      <w:marBottom w:val="0"/>
      <w:divBdr>
        <w:top w:val="none" w:sz="0" w:space="0" w:color="auto"/>
        <w:left w:val="none" w:sz="0" w:space="0" w:color="auto"/>
        <w:bottom w:val="none" w:sz="0" w:space="0" w:color="auto"/>
        <w:right w:val="none" w:sz="0" w:space="0" w:color="auto"/>
      </w:divBdr>
    </w:div>
    <w:div w:id="1031421969">
      <w:bodyDiv w:val="1"/>
      <w:marLeft w:val="0"/>
      <w:marRight w:val="0"/>
      <w:marTop w:val="0"/>
      <w:marBottom w:val="0"/>
      <w:divBdr>
        <w:top w:val="none" w:sz="0" w:space="0" w:color="auto"/>
        <w:left w:val="none" w:sz="0" w:space="0" w:color="auto"/>
        <w:bottom w:val="none" w:sz="0" w:space="0" w:color="auto"/>
        <w:right w:val="none" w:sz="0" w:space="0" w:color="auto"/>
      </w:divBdr>
    </w:div>
    <w:div w:id="1227227406">
      <w:bodyDiv w:val="1"/>
      <w:marLeft w:val="0"/>
      <w:marRight w:val="0"/>
      <w:marTop w:val="0"/>
      <w:marBottom w:val="0"/>
      <w:divBdr>
        <w:top w:val="none" w:sz="0" w:space="0" w:color="auto"/>
        <w:left w:val="none" w:sz="0" w:space="0" w:color="auto"/>
        <w:bottom w:val="none" w:sz="0" w:space="0" w:color="auto"/>
        <w:right w:val="none" w:sz="0" w:space="0" w:color="auto"/>
      </w:divBdr>
    </w:div>
    <w:div w:id="1707900817">
      <w:bodyDiv w:val="1"/>
      <w:marLeft w:val="0"/>
      <w:marRight w:val="0"/>
      <w:marTop w:val="0"/>
      <w:marBottom w:val="0"/>
      <w:divBdr>
        <w:top w:val="none" w:sz="0" w:space="0" w:color="auto"/>
        <w:left w:val="none" w:sz="0" w:space="0" w:color="auto"/>
        <w:bottom w:val="none" w:sz="0" w:space="0" w:color="auto"/>
        <w:right w:val="none" w:sz="0" w:space="0" w:color="auto"/>
      </w:divBdr>
    </w:div>
    <w:div w:id="194191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francoise.thibaut@intradef.gouv.f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minefe.gouv.fr"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inefe.gouv.fr"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thibaut\Desktop\Lettre-administrativ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texte" ma:contentTypeID="0x010100129541E3AA301A49A986A3A084007BE80200C056AC0E8AE05D4AA6CE8C16DB259C38" ma:contentTypeVersion="24" ma:contentTypeDescription="" ma:contentTypeScope="" ma:versionID="bbd27f32f9070a0660b7b677eea063a8">
  <xsd:schema xmlns:xsd="http://www.w3.org/2001/XMLSchema" xmlns:xs="http://www.w3.org/2001/XMLSchema" xmlns:p="http://schemas.microsoft.com/office/2006/metadata/properties" xmlns:ns1="http://schemas.microsoft.com/sharepoint/v3" xmlns:ns2="29df3827-2575-4f80-88c5-86fc1182aef2" xmlns:ns3="3bc2b511-ba91-464e-8cf4-8c7cd80df4f9" xmlns:ns4="http://schemas.microsoft.com/sharepoint/v4" targetNamespace="http://schemas.microsoft.com/office/2006/metadata/properties" ma:root="true" ma:fieldsID="6220460da7742e1dd33cdc217bbfcdb9" ns1:_="" ns2:_="" ns3:_="" ns4:_="">
    <xsd:import namespace="http://schemas.microsoft.com/sharepoint/v3"/>
    <xsd:import namespace="29df3827-2575-4f80-88c5-86fc1182aef2"/>
    <xsd:import namespace="3bc2b511-ba91-464e-8cf4-8c7cd80df4f9"/>
    <xsd:import namespace="http://schemas.microsoft.com/sharepoint/v4"/>
    <xsd:element name="properties">
      <xsd:complexType>
        <xsd:sequence>
          <xsd:element name="documentManagement">
            <xsd:complexType>
              <xsd:all>
                <xsd:element ref="ns2:Titre"/>
                <xsd:element ref="ns2:Description_x0020_document" minOccurs="0"/>
                <xsd:element ref="ns2:Document_x0020_externe" minOccurs="0"/>
                <xsd:element ref="ns2:Identifiant_x0020_externe" minOccurs="0"/>
                <xsd:element ref="ns2:Version_x0020_du_x0020_document" minOccurs="0"/>
                <xsd:element ref="ns2:TaxCatchAllLabel" minOccurs="0"/>
                <xsd:element ref="ns2:c3452dab9fe64335992250e86b2e26b4" minOccurs="0"/>
                <xsd:element ref="ns2:l0bf7e151d4d403a8223cb734407efd2" minOccurs="0"/>
                <xsd:element ref="ns2:eb3256452bd14ad9bde9f0fa9b486682" minOccurs="0"/>
                <xsd:element ref="ns2:c70c3a2bf3d24a69b8f914cc29ef0f81" minOccurs="0"/>
                <xsd:element ref="ns1:_dlc_Exempt" minOccurs="0"/>
                <xsd:element ref="ns3:DLCPolicyLabelValue" minOccurs="0"/>
                <xsd:element ref="ns3:DLCPolicyLabelClientValue" minOccurs="0"/>
                <xsd:element ref="ns3:DLCPolicyLabelLock" minOccurs="0"/>
                <xsd:element ref="ns2:TaxCatchAll" minOccurs="0"/>
                <xsd:element ref="ns3:FLux_x0020_de_x0020_retrait_x0020_de_x0020_diffusion" minOccurs="0"/>
                <xsd:element ref="ns4:IconOverlay" minOccurs="0"/>
                <xsd:element ref="ns2:ofaf957f194c4ba9bb3975aaf39b01d1" minOccurs="0"/>
                <xsd:element ref="ns2:Item_x0020_projet_x0020_-_x0020_thème" minOccurs="0"/>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2"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df3827-2575-4f80-88c5-86fc1182aef2"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ma:readOnly="false">
      <xsd:simpleType>
        <xsd:restriction base="dms:Note">
          <xsd:maxLength value="255"/>
        </xsd:restriction>
      </xsd:simpleType>
    </xsd:element>
    <xsd:element name="Document_x0020_externe" ma:index="6" nillable="true" ma:displayName="Document externe" ma:default="0" ma:internalName="Document_x0020_externe">
      <xsd:simpleType>
        <xsd:restriction base="dms:Boolean"/>
      </xsd:simpleType>
    </xsd:element>
    <xsd:element name="Identifiant_x0020_externe" ma:index="8" nillable="true" ma:displayName="Identifiant externe" ma:description="Code ou identifiant d’un document dans son système d'origine" ma:internalName="Identifiant_x0020_externe">
      <xsd:simpleType>
        <xsd:restriction base="dms:Text">
          <xsd:maxLength value="255"/>
        </xsd:restriction>
      </xsd:simpleType>
    </xsd:element>
    <xsd:element name="Version_x0020_du_x0020_document" ma:index="10" nillable="true" ma:displayName="Version du document" ma:internalName="Version_x0020_du_x0020_document">
      <xsd:simpleType>
        <xsd:restriction base="dms:Text">
          <xsd:maxLength value="255"/>
        </xsd:restriction>
      </xsd:simpleType>
    </xsd:element>
    <xsd:element name="TaxCatchAllLabel" ma:index="11" nillable="true" ma:displayName="Taxonomy Catch All Column1" ma:hidden="true" ma:list="{145eb3ea-8407-4d4f-a076-9226348b1f56}" ma:internalName="TaxCatchAllLabel" ma:readOnly="true" ma:showField="CatchAllDataLabel"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c3452dab9fe64335992250e86b2e26b4" ma:index="13" nillable="true" ma:taxonomy="true" ma:internalName="c3452dab9fe64335992250e86b2e26b4" ma:taxonomyFieldName="Mots_x002d_cl_x00e9_s" ma:displayName="Mots-clés" ma:default="" ma:fieldId="{c3452dab-9fe6-4335-9922-50e86b2e26b4}"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l0bf7e151d4d403a8223cb734407efd2" ma:index="15" ma:taxonomy="true" ma:internalName="l0bf7e151d4d403a8223cb734407efd2" ma:taxonomyFieldName="Protection" ma:displayName="Protection" ma:default="331;#NP|cadf651c-c981-4cf9-9c64-0ba779488b3c" ma:fieldId="{50bf7e15-1d4d-403a-8223-cb734407efd2}"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eb3256452bd14ad9bde9f0fa9b486682" ma:index="20" nillable="true" ma:taxonomy="true" ma:internalName="eb3256452bd14ad9bde9f0fa9b486682" ma:taxonomyFieldName="Type_x0020_mod_x00e8_le" ma:displayName="Type modèle" ma:default="" ma:fieldId="{eb325645-2bd1-4ad9-bde9-f0fa9b486682}"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c70c3a2bf3d24a69b8f914cc29ef0f81" ma:index="21" ma:taxonomy="true" ma:internalName="c70c3a2bf3d24a69b8f914cc29ef0f81" ma:taxonomyFieldName="Nature" ma:displayName="Nature" ma:default="" ma:fieldId="{c70c3a2b-f3d2-4a69-b8f9-14cc29ef0f81}"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TaxCatchAll" ma:index="27" nillable="true" ma:displayName="Taxonomy Catch All Column" ma:hidden="true" ma:list="{145eb3ea-8407-4d4f-a076-9226348b1f56}" ma:internalName="TaxCatchAll" ma:showField="CatchAllData"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ofaf957f194c4ba9bb3975aaf39b01d1" ma:index="30" nillable="true" ma:taxonomy="true" ma:internalName="ofaf957f194c4ba9bb3975aaf39b01d1" ma:taxonomyFieldName="Projet_x0020__x002d__x0020_Th_x00e8_me_x0020_2" ma:displayName="Projet - Thème" ma:default="" ma:fieldId="{8faf957f-194c-4ba9-bb39-75aaf39b01d1}"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Item_x0020_projet_x0020_-_x0020_thème" ma:index="31" nillable="true" ma:displayName="Item projet - thème" ma:description="Item du projet ou du thème" ma:internalName="Item_x0020_projet_x0020__x002d__x0020_th_x00e8_me">
      <xsd:simpleType>
        <xsd:restriction base="dms:Text">
          <xsd:maxLength value="255"/>
        </xsd:restriction>
      </xsd:simpleType>
    </xsd:element>
    <xsd:element name="_dlc_DocId" ma:index="32" nillable="true" ma:displayName="Valeur d’ID de document" ma:description="Valeur de l’ID de document affecté à cet élément." ma:internalName="_dlc_DocId" ma:readOnly="true">
      <xsd:simpleType>
        <xsd:restriction base="dms:Text"/>
      </xsd:simpleType>
    </xsd:element>
    <xsd:element name="_dlc_DocIdUrl" ma:index="33"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4" nillable="true" ma:displayName="Persist ID" ma:description="Keep ID on add." ma:hidden="true" ma:internalName="_dlc_DocIdPersistId" ma:readOnly="true">
      <xsd:simpleType>
        <xsd:restriction base="dms:Boolea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bc2b511-ba91-464e-8cf4-8c7cd80df4f9" elementFormDefault="qualified">
    <xsd:import namespace="http://schemas.microsoft.com/office/2006/documentManagement/types"/>
    <xsd:import namespace="http://schemas.microsoft.com/office/infopath/2007/PartnerControls"/>
    <xsd:element name="DLCPolicyLabelValue" ma:index="23"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4"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5"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FLux_x0020_de_x0020_retrait_x0020_de_x0020_diffusion" ma:index="28" nillable="true" ma:displayName="Retrait de diffusion" ma:internalName="FLux_x0020_de_x0020_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e de contenu"/>
        <xsd:element ref="dc:title" minOccurs="0" maxOccurs="1" ma:index="1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Document texte</p:Name>
  <p:Description/>
  <p:Statement/>
  <p:PolicyItems>
    <p:PolicyItem featureId="Microsoft.Office.RecordsManagement.PolicyFeatures.PolicyLabel" staticId="0x010100129541E3AA301A49A986A3A084007BE80200C056AC0E8AE05D4AA6CE8C16DB259C38|645055149" UniqueId="c8bb7507-6e20-4f17-806b-7390db0a4e00">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4.xml><?xml version="1.0" encoding="utf-8"?>
<p:properties xmlns:p="http://schemas.microsoft.com/office/2006/metadata/properties" xmlns:xsi="http://www.w3.org/2001/XMLSchema-instance" xmlns:pc="http://schemas.microsoft.com/office/infopath/2007/PartnerControls">
  <documentManagement>
    <TaxCatchAll xmlns="29df3827-2575-4f80-88c5-86fc1182aef2">
      <Value>549</Value>
      <Value>331</Value>
      <Value>428</Value>
      <Value>367</Value>
    </TaxCatchAll>
    <Document_x0020_externe xmlns="29df3827-2575-4f80-88c5-86fc1182aef2">false</Document_x0020_externe>
    <Description_x0020_document xmlns="29df3827-2575-4f80-88c5-86fc1182aef2" xsi:nil="true"/>
    <IconOverlay xmlns="http://schemas.microsoft.com/sharepoint/v4" xsi:nil="true"/>
    <Identifiant_x0020_externe xmlns="29df3827-2575-4f80-88c5-86fc1182aef2" xsi:nil="true"/>
    <c70c3a2bf3d24a69b8f914cc29ef0f81 xmlns="29df3827-2575-4f80-88c5-86fc1182aef2">
      <Terms xmlns="http://schemas.microsoft.com/office/infopath/2007/PartnerControls">
        <TermInfo xmlns="http://schemas.microsoft.com/office/infopath/2007/PartnerControls">
          <TermName xmlns="http://schemas.microsoft.com/office/infopath/2007/PartnerControls">Lettre</TermName>
          <TermId xmlns="http://schemas.microsoft.com/office/infopath/2007/PartnerControls">17a8eceb-82b5-47d7-88aa-ff2d07122a63</TermId>
        </TermInfo>
      </Terms>
    </c70c3a2bf3d24a69b8f914cc29ef0f81>
    <Item_x0020_projet_x0020_-_x0020_thème xmlns="29df3827-2575-4f80-88c5-86fc1182aef2" xsi:nil="true"/>
    <Titre xmlns="29df3827-2575-4f80-88c5-86fc1182aef2">Lettre-administrative</Titre>
    <ofaf957f194c4ba9bb3975aaf39b01d1 xmlns="29df3827-2575-4f80-88c5-86fc1182aef2">
      <Terms xmlns="http://schemas.microsoft.com/office/infopath/2007/PartnerControls"/>
    </ofaf957f194c4ba9bb3975aaf39b01d1>
    <l0bf7e151d4d403a8223cb734407efd2 xmlns="29df3827-2575-4f80-88c5-86fc1182aef2">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l0bf7e151d4d403a8223cb734407efd2>
    <eb3256452bd14ad9bde9f0fa9b486682 xmlns="29df3827-2575-4f80-88c5-86fc1182aef2">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a80cd4af-591a-4972-8397-f46bfb315114</TermId>
        </TermInfo>
      </Terms>
    </eb3256452bd14ad9bde9f0fa9b486682>
    <c3452dab9fe64335992250e86b2e26b4 xmlns="29df3827-2575-4f80-88c5-86fc1182aef2">
      <Terms xmlns="http://schemas.microsoft.com/office/infopath/2007/PartnerControls">
        <TermInfo xmlns="http://schemas.microsoft.com/office/infopath/2007/PartnerControls">
          <TermName xmlns="http://schemas.microsoft.com/office/infopath/2007/PartnerControls">Management de l'information</TermName>
          <TermId xmlns="http://schemas.microsoft.com/office/infopath/2007/PartnerControls">8085904e-1480-4ce0-99db-09515bbc3f32</TermId>
        </TermInfo>
      </Terms>
    </c3452dab9fe64335992250e86b2e26b4>
    <Version_x0020_du_x0020_document xmlns="29df3827-2575-4f80-88c5-86fc1182aef2">1.0</Version_x0020_du_x0020_document>
    <DLCPolicyLabelClientValue xmlns="3bc2b511-ba91-464e-8cf4-8c7cd80df4f9">Version : {_UIVersionString}</DLCPolicyLabelClientValue>
    <DLCPolicyLabelLock xmlns="3bc2b511-ba91-464e-8cf4-8c7cd80df4f9" xsi:nil="true"/>
    <DLCPolicyLabelValue xmlns="3bc2b511-ba91-464e-8cf4-8c7cd80df4f9">Version : {_UIVersionString}</DLCPolicyLabelValue>
    <FLux_x0020_de_x0020_retrait_x0020_de_x0020_diffusion xmlns="3bc2b511-ba91-464e-8cf4-8c7cd80df4f9">
      <Url xsi:nil="true"/>
      <Description xsi:nil="true"/>
    </FLux_x0020_de_x0020_retrait_x0020_de_x0020_diffusion>
  </documentManagement>
</p:properties>
</file>

<file path=customXml/item5.xml><?xml version="1.0" encoding="utf-8"?>
<?mso-contentType ?>
<spe:Receivers xmlns:spe="http://schemas.microsoft.com/sharepoint/even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9CFF0-3253-462E-A5CB-67FE8244EAB7}">
  <ds:schemaRefs>
    <ds:schemaRef ds:uri="http://schemas.microsoft.com/sharepoint/v3/contenttype/forms"/>
  </ds:schemaRefs>
</ds:datastoreItem>
</file>

<file path=customXml/itemProps2.xml><?xml version="1.0" encoding="utf-8"?>
<ds:datastoreItem xmlns:ds="http://schemas.openxmlformats.org/officeDocument/2006/customXml" ds:itemID="{7B576C39-562C-47B8-A0AC-35661A6963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df3827-2575-4f80-88c5-86fc1182aef2"/>
    <ds:schemaRef ds:uri="3bc2b511-ba91-464e-8cf4-8c7cd80df4f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1CA353-7F2B-4FCF-8B39-50995CCF402B}">
  <ds:schemaRefs>
    <ds:schemaRef ds:uri="office.server.policy"/>
  </ds:schemaRefs>
</ds:datastoreItem>
</file>

<file path=customXml/itemProps4.xml><?xml version="1.0" encoding="utf-8"?>
<ds:datastoreItem xmlns:ds="http://schemas.openxmlformats.org/officeDocument/2006/customXml" ds:itemID="{C8F36363-AD1F-44C3-A957-C22F6984036C}">
  <ds:schemaRefs>
    <ds:schemaRef ds:uri="http://schemas.microsoft.com/office/2006/metadata/properties"/>
    <ds:schemaRef ds:uri="http://schemas.microsoft.com/office/infopath/2007/PartnerControls"/>
    <ds:schemaRef ds:uri="29df3827-2575-4f80-88c5-86fc1182aef2"/>
    <ds:schemaRef ds:uri="http://schemas.microsoft.com/sharepoint/v4"/>
    <ds:schemaRef ds:uri="3bc2b511-ba91-464e-8cf4-8c7cd80df4f9"/>
  </ds:schemaRefs>
</ds:datastoreItem>
</file>

<file path=customXml/itemProps5.xml><?xml version="1.0" encoding="utf-8"?>
<ds:datastoreItem xmlns:ds="http://schemas.openxmlformats.org/officeDocument/2006/customXml" ds:itemID="{5118C72C-DEE7-4793-859F-8B55A6049D99}">
  <ds:schemaRefs>
    <ds:schemaRef ds:uri="http://schemas.microsoft.com/sharepoint/events"/>
  </ds:schemaRefs>
</ds:datastoreItem>
</file>

<file path=customXml/itemProps6.xml><?xml version="1.0" encoding="utf-8"?>
<ds:datastoreItem xmlns:ds="http://schemas.openxmlformats.org/officeDocument/2006/customXml" ds:itemID="{26E2D548-0899-4801-80F9-BD666C712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Lettre-administrative.dotx</Template>
  <TotalTime>3</TotalTime>
  <Pages>1</Pages>
  <Words>493</Words>
  <Characters>2712</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lettre adminstrative</vt:lpstr>
    </vt:vector>
  </TitlesOfParts>
  <Company>Mindef</Company>
  <LinksUpToDate>false</LinksUpToDate>
  <CharactersWithSpaces>3199</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adminstrative</dc:title>
  <dc:subject/>
  <dc:creator>THIBAUT Francoise SA CL EXECEPTIONNELLE</dc:creator>
  <cp:keywords/>
  <cp:lastModifiedBy>THIBAUT Francoise SA CE MINDEF</cp:lastModifiedBy>
  <cp:revision>4</cp:revision>
  <cp:lastPrinted>2020-10-21T14:46:00Z</cp:lastPrinted>
  <dcterms:created xsi:type="dcterms:W3CDTF">2025-10-02T10:42:00Z</dcterms:created>
  <dcterms:modified xsi:type="dcterms:W3CDTF">2025-10-06T09:13:00Z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0x010100129541E3AA301A49A986A3A084007BE80200C056AC0E8AE05D4AA6CE8C16DB259C38</vt:lpwstr>
  </property>
  <property fmtid="{D5CDD505-2E9C-101B-9397-08002B2CF9AE}" pid="3" name="Nature">
    <vt:lpwstr>549;#Lettre|17a8eceb-82b5-47d7-88aa-ff2d07122a63</vt:lpwstr>
  </property>
  <property fmtid="{D5CDD505-2E9C-101B-9397-08002B2CF9AE}" pid="4" name="Mots-clés">
    <vt:lpwstr>428;#Management de l'information|8085904e-1480-4ce0-99db-09515bbc3f32</vt:lpwstr>
  </property>
  <property fmtid="{D5CDD505-2E9C-101B-9397-08002B2CF9AE}" pid="5" name="Type modèle">
    <vt:lpwstr>367;#Courrier|a80cd4af-591a-4972-8397-f46bfb315114</vt:lpwstr>
  </property>
  <property fmtid="{D5CDD505-2E9C-101B-9397-08002B2CF9AE}" pid="6" name="Protection">
    <vt:lpwstr>331;#NP|cadf651c-c981-4cf9-9c64-0ba779488b3c</vt:lpwstr>
  </property>
  <property fmtid="{D5CDD505-2E9C-101B-9397-08002B2CF9AE}" pid="7" name="Projet - Thème 2">
    <vt:lpwstr/>
  </property>
</Properties>
</file>